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5A53E628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2A0E913E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podjetniškega usposabljanja</w:t>
      </w:r>
      <w:r w:rsidR="00215476" w:rsidRPr="00AA67E4">
        <w:rPr>
          <w:rFonts w:asciiTheme="majorHAnsi" w:hAnsiTheme="majorHAnsi" w:cstheme="majorHAnsi"/>
          <w:b/>
          <w:lang w:val="sl-SI"/>
        </w:rPr>
        <w:t xml:space="preserve">: </w:t>
      </w:r>
      <w:r w:rsidR="00E444A6" w:rsidRPr="00E444A6">
        <w:rPr>
          <w:rFonts w:asciiTheme="majorHAnsi" w:hAnsiTheme="majorHAnsi" w:cstheme="majorHAnsi"/>
          <w:b/>
          <w:lang w:val="sl-SI"/>
        </w:rPr>
        <w:t xml:space="preserve">Z dobro </w:t>
      </w:r>
      <w:proofErr w:type="spellStart"/>
      <w:r w:rsidR="00E444A6" w:rsidRPr="00E444A6">
        <w:rPr>
          <w:rFonts w:asciiTheme="majorHAnsi" w:hAnsiTheme="majorHAnsi" w:cstheme="majorHAnsi"/>
          <w:b/>
          <w:lang w:val="sl-SI"/>
        </w:rPr>
        <w:t>poslovno</w:t>
      </w:r>
      <w:proofErr w:type="spellEnd"/>
      <w:r w:rsidR="00E444A6" w:rsidRPr="00E444A6">
        <w:rPr>
          <w:rFonts w:asciiTheme="majorHAnsi" w:hAnsiTheme="majorHAnsi" w:cstheme="majorHAnsi"/>
          <w:b/>
          <w:lang w:val="sl-SI"/>
        </w:rPr>
        <w:t xml:space="preserve"> idejo hitro do kupca</w:t>
      </w:r>
      <w:r w:rsidR="00E444A6">
        <w:rPr>
          <w:rFonts w:asciiTheme="majorHAnsi" w:hAnsiTheme="majorHAnsi" w:cstheme="majorHAnsi"/>
          <w:b/>
          <w:lang w:val="sl-SI"/>
        </w:rPr>
        <w:t xml:space="preserve"> (program Biznis in PIP)</w:t>
      </w:r>
      <w:r w:rsidR="009D0FE5">
        <w:rPr>
          <w:rFonts w:asciiTheme="majorHAnsi" w:hAnsiTheme="majorHAnsi" w:cstheme="majorHAnsi"/>
          <w:b/>
          <w:lang w:val="sl-SI"/>
        </w:rPr>
        <w:t>.</w:t>
      </w:r>
    </w:p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0E339E7A" w:rsidR="00841897" w:rsidRPr="00546E89" w:rsidRDefault="00F4078C" w:rsidP="00841897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Naziv:</w:t>
      </w:r>
    </w:p>
    <w:p w14:paraId="24A800CC" w14:textId="3417D28E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</w:p>
    <w:p w14:paraId="34279E09" w14:textId="2FF80E93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Poštna številka in pošta:</w:t>
      </w:r>
    </w:p>
    <w:p w14:paraId="242BEFF6" w14:textId="065CC4D7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681"/>
      </w:tblGrid>
      <w:tr w:rsidR="0039770A" w:rsidRPr="00AA67E4" w14:paraId="0DEE9D88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DBF955A" w14:textId="77777777" w:rsidR="00AA67E4" w:rsidRDefault="00215476" w:rsidP="007B1678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4276DB" w:rsidRPr="00AA67E4">
              <w:rPr>
                <w:rFonts w:asciiTheme="majorHAnsi" w:hAnsiTheme="majorHAnsi" w:cstheme="majorHAnsi"/>
                <w:lang w:val="sl-SI"/>
              </w:rPr>
              <w:t>podjetniškega usposabljanja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46B8433A" w14:textId="77777777" w:rsidR="00D04363" w:rsidRDefault="00E444A6" w:rsidP="00E444A6">
            <w:pPr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 w:rsidRPr="00E444A6">
              <w:rPr>
                <w:rFonts w:asciiTheme="majorHAnsi" w:hAnsiTheme="majorHAnsi" w:cstheme="majorHAnsi"/>
                <w:b/>
                <w:lang w:val="sl-SI"/>
              </w:rPr>
              <w:t>Z dobro poslovno idejo hitro do kupca</w:t>
            </w:r>
          </w:p>
          <w:p w14:paraId="334C14AC" w14:textId="08AF52AA" w:rsidR="00E444A6" w:rsidRPr="009D0FE5" w:rsidRDefault="00E444A6" w:rsidP="00E444A6">
            <w:pPr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>
              <w:rPr>
                <w:rFonts w:asciiTheme="majorHAnsi" w:hAnsiTheme="majorHAnsi" w:cstheme="majorHAnsi"/>
                <w:b/>
                <w:lang w:val="sl-SI"/>
              </w:rPr>
              <w:t>(program Biznis in PIP)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681" w:type="dxa"/>
            <w:vAlign w:val="center"/>
          </w:tcPr>
          <w:p w14:paraId="527AD52D" w14:textId="731C1194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681" w:type="dxa"/>
            <w:vAlign w:val="center"/>
          </w:tcPr>
          <w:p w14:paraId="3F14D0B1" w14:textId="35D6237C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0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0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16DB4A30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75B9CACE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5C98F887" w14:textId="73834C93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0F1D9512" w14:textId="7CEC9C24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1C2F11A8" w14:textId="77777777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4D6FFF10" w:rsidR="009D0FE5" w:rsidRDefault="00B30164" w:rsidP="00E444A6">
      <w:pPr>
        <w:pStyle w:val="Default"/>
        <w:spacing w:line="288" w:lineRule="auto"/>
        <w:ind w:left="144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p w14:paraId="04F654BD" w14:textId="73A649F4" w:rsidR="00546E89" w:rsidRPr="00841897" w:rsidRDefault="00546E89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sectPr w:rsidR="00546E89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1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F9"/>
    <w:rsid w:val="000648B7"/>
    <w:rsid w:val="000919AF"/>
    <w:rsid w:val="00095F55"/>
    <w:rsid w:val="000B2F05"/>
    <w:rsid w:val="000B55F7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46E89"/>
    <w:rsid w:val="00554125"/>
    <w:rsid w:val="00556426"/>
    <w:rsid w:val="00577DC6"/>
    <w:rsid w:val="005A3023"/>
    <w:rsid w:val="005A31C4"/>
    <w:rsid w:val="005B1704"/>
    <w:rsid w:val="005E21F2"/>
    <w:rsid w:val="005F0D1A"/>
    <w:rsid w:val="00603A0A"/>
    <w:rsid w:val="0060707B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F3A62"/>
    <w:rsid w:val="00737030"/>
    <w:rsid w:val="007447BE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444A6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paragraph" w:styleId="Naslov4">
    <w:name w:val="heading 4"/>
    <w:basedOn w:val="Navaden"/>
    <w:link w:val="Naslov4Znak"/>
    <w:uiPriority w:val="9"/>
    <w:qFormat/>
    <w:rsid w:val="00546E89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  <w:style w:type="character" w:customStyle="1" w:styleId="Naslov4Znak">
    <w:name w:val="Naslov 4 Znak"/>
    <w:basedOn w:val="Privzetapisavaodstavka"/>
    <w:link w:val="Naslov4"/>
    <w:uiPriority w:val="9"/>
    <w:rsid w:val="00546E89"/>
    <w:rPr>
      <w:rFonts w:ascii="Times New Roman" w:eastAsia="Times New Roman" w:hAnsi="Times New Roman"/>
      <w:b/>
      <w:bCs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2025-02-11T10:09:00Z</dcterms:created>
  <dcterms:modified xsi:type="dcterms:W3CDTF">2025-02-11T10:09:00Z</dcterms:modified>
</cp:coreProperties>
</file>