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Pr="00841897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22"/>
          <w:szCs w:val="22"/>
          <w:lang w:val="sl-SI"/>
        </w:rPr>
      </w:pPr>
    </w:p>
    <w:p w14:paraId="333C5603" w14:textId="77777777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Zavod Znanje Postojna, javni zavod</w:t>
      </w:r>
    </w:p>
    <w:p w14:paraId="1DD5E9D1" w14:textId="19F2A4B9" w:rsidR="00862C6E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OE Podjetniški inkubator Perspektiva</w:t>
      </w:r>
    </w:p>
    <w:p w14:paraId="2BD73DCE" w14:textId="4702A7D1" w:rsidR="005A3023" w:rsidRPr="00841897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Velik</w:t>
      </w:r>
      <w:r w:rsidR="0060707B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i</w:t>
      </w: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 xml:space="preserve"> Otok 44b</w:t>
      </w:r>
    </w:p>
    <w:p w14:paraId="1CA50CF8" w14:textId="6331C77D" w:rsidR="005A3023" w:rsidRPr="00841897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22"/>
          <w:szCs w:val="22"/>
          <w:lang w:val="sl-SI"/>
        </w:rPr>
      </w:pPr>
      <w:r w:rsidRPr="00841897">
        <w:rPr>
          <w:rFonts w:ascii="Arial" w:hAnsi="Arial" w:cs="Arial"/>
          <w:b/>
          <w:color w:val="346271"/>
          <w:spacing w:val="10"/>
          <w:sz w:val="22"/>
          <w:szCs w:val="22"/>
          <w:lang w:val="sl-SI"/>
        </w:rPr>
        <w:t>6230 Postojna</w:t>
      </w:r>
    </w:p>
    <w:p w14:paraId="54CAEE4F" w14:textId="77777777" w:rsidR="00877A34" w:rsidRDefault="00877A34" w:rsidP="00F4078C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52A5E060" w14:textId="5A53E628" w:rsidR="00862C6E" w:rsidRPr="00AA67E4" w:rsidRDefault="00C4436E" w:rsidP="00F4078C">
      <w:pPr>
        <w:spacing w:line="312" w:lineRule="auto"/>
        <w:rPr>
          <w:rFonts w:ascii="Arial" w:hAnsi="Arial" w:cs="Arial"/>
          <w:spacing w:val="10"/>
          <w:lang w:val="sl-SI"/>
        </w:rPr>
      </w:pPr>
      <w:r w:rsidRPr="00AA67E4">
        <w:rPr>
          <w:rFonts w:ascii="Arial" w:hAnsi="Arial" w:cs="Arial"/>
          <w:noProof/>
          <w:spacing w:val="10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6DB" w:rsidRPr="00AA67E4">
        <w:rPr>
          <w:rFonts w:asciiTheme="majorHAnsi" w:hAnsiTheme="majorHAnsi" w:cstheme="majorHAnsi"/>
          <w:lang w:val="sl-SI"/>
        </w:rPr>
        <w:t xml:space="preserve">Kraj in datum: </w:t>
      </w:r>
    </w:p>
    <w:p w14:paraId="409DA9AD" w14:textId="77777777" w:rsidR="00643A20" w:rsidRPr="00841897" w:rsidRDefault="00643A20" w:rsidP="00862C6E">
      <w:pPr>
        <w:spacing w:line="360" w:lineRule="auto"/>
        <w:rPr>
          <w:rFonts w:asciiTheme="majorHAnsi" w:hAnsiTheme="majorHAnsi" w:cstheme="majorHAnsi"/>
          <w:sz w:val="22"/>
          <w:szCs w:val="22"/>
          <w:lang w:val="sl-SI"/>
        </w:rPr>
      </w:pPr>
    </w:p>
    <w:p w14:paraId="35177667" w14:textId="0A1339AE" w:rsidR="009B19AE" w:rsidRPr="00AA67E4" w:rsidRDefault="00394948" w:rsidP="00862C6E">
      <w:pPr>
        <w:spacing w:line="360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Ponudba</w:t>
      </w:r>
      <w:r w:rsidR="006C227E" w:rsidRPr="00AA67E4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izvedbo aktivnosti v okviru </w:t>
      </w:r>
      <w:r w:rsidR="00215476" w:rsidRPr="00AA67E4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AA67E4">
        <w:rPr>
          <w:rFonts w:asciiTheme="majorHAnsi" w:hAnsiTheme="majorHAnsi" w:cstheme="majorHAnsi"/>
          <w:b/>
          <w:lang w:val="sl-SI"/>
        </w:rPr>
        <w:t xml:space="preserve"> – </w:t>
      </w:r>
      <w:r w:rsidR="00215476" w:rsidRPr="00AA67E4">
        <w:rPr>
          <w:rFonts w:asciiTheme="majorHAnsi" w:hAnsiTheme="majorHAnsi" w:cstheme="majorHAnsi"/>
          <w:b/>
          <w:lang w:val="sl-SI"/>
        </w:rPr>
        <w:t>Dogodek</w:t>
      </w:r>
      <w:r w:rsidR="004276DB" w:rsidRPr="00AA67E4">
        <w:rPr>
          <w:rFonts w:asciiTheme="majorHAnsi" w:hAnsiTheme="majorHAnsi" w:cstheme="majorHAnsi"/>
          <w:b/>
          <w:lang w:val="sl-SI"/>
        </w:rPr>
        <w:t xml:space="preserve"> podjetniškega usposabljanja</w:t>
      </w:r>
      <w:r w:rsidR="00215476" w:rsidRPr="00AA67E4">
        <w:rPr>
          <w:rFonts w:asciiTheme="majorHAnsi" w:hAnsiTheme="majorHAnsi" w:cstheme="majorHAnsi"/>
          <w:b/>
          <w:lang w:val="sl-SI"/>
        </w:rPr>
        <w:t xml:space="preserve">: </w:t>
      </w:r>
      <w:r w:rsidR="00C447A2" w:rsidRPr="00C447A2">
        <w:rPr>
          <w:rFonts w:asciiTheme="majorHAnsi" w:hAnsiTheme="majorHAnsi" w:cstheme="majorHAnsi"/>
          <w:b/>
          <w:lang w:val="sl-SI"/>
        </w:rPr>
        <w:t xml:space="preserve">Osnove marketinga </w:t>
      </w:r>
      <w:r w:rsidR="00E444A6">
        <w:rPr>
          <w:rFonts w:asciiTheme="majorHAnsi" w:hAnsiTheme="majorHAnsi" w:cstheme="majorHAnsi"/>
          <w:b/>
          <w:lang w:val="sl-SI"/>
        </w:rPr>
        <w:t>(program Biznis in PIP)</w:t>
      </w:r>
      <w:r w:rsidR="009D0FE5">
        <w:rPr>
          <w:rFonts w:asciiTheme="majorHAnsi" w:hAnsiTheme="majorHAnsi" w:cstheme="majorHAnsi"/>
          <w:b/>
          <w:lang w:val="sl-SI"/>
        </w:rPr>
        <w:t>.</w:t>
      </w:r>
    </w:p>
    <w:p w14:paraId="738D1B9E" w14:textId="77777777" w:rsidR="00841897" w:rsidRPr="00AA67E4" w:rsidRDefault="00841897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7BA54246" w:rsidR="00B038FA" w:rsidRPr="00AA67E4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PONUDNIK</w:t>
      </w:r>
    </w:p>
    <w:p w14:paraId="3B014ADA" w14:textId="0E339E7A" w:rsidR="00841897" w:rsidRPr="00546E89" w:rsidRDefault="00F4078C" w:rsidP="00841897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Naziv:</w:t>
      </w:r>
    </w:p>
    <w:p w14:paraId="24A800CC" w14:textId="3417D28E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Naslov:</w:t>
      </w:r>
    </w:p>
    <w:p w14:paraId="34279E09" w14:textId="2FF80E93" w:rsidR="00321116" w:rsidRPr="00546E89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Poštna številka in pošta:</w:t>
      </w:r>
    </w:p>
    <w:p w14:paraId="242BEFF6" w14:textId="065CC4D7" w:rsidR="00956C21" w:rsidRPr="00AA67E4" w:rsidRDefault="00321116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AA67E4">
        <w:rPr>
          <w:rFonts w:asciiTheme="majorHAnsi" w:hAnsiTheme="majorHAnsi" w:cstheme="majorHAnsi"/>
          <w:b/>
          <w:lang w:val="sl-SI"/>
        </w:rPr>
        <w:t>Davčna št.:</w:t>
      </w:r>
    </w:p>
    <w:p w14:paraId="6CB13335" w14:textId="77777777" w:rsidR="00F4078C" w:rsidRPr="00AA67E4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AA67E4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AA67E4">
        <w:rPr>
          <w:rFonts w:asciiTheme="majorHAnsi" w:hAnsiTheme="majorHAnsi" w:cstheme="majorHAnsi"/>
          <w:lang w:val="sl-SI"/>
        </w:rPr>
        <w:t xml:space="preserve"> za</w:t>
      </w:r>
      <w:r w:rsidR="001413A6" w:rsidRPr="00AA67E4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2681"/>
      </w:tblGrid>
      <w:tr w:rsidR="0039770A" w:rsidRPr="00AA67E4" w14:paraId="0DEE9D88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D9D9D9" w:themeFill="background1" w:themeFillShade="D9"/>
            <w:vAlign w:val="center"/>
          </w:tcPr>
          <w:p w14:paraId="3DBF955A" w14:textId="77777777" w:rsidR="00AA67E4" w:rsidRDefault="00215476" w:rsidP="007B1678">
            <w:pPr>
              <w:rPr>
                <w:rFonts w:asciiTheme="majorHAnsi" w:hAnsiTheme="majorHAnsi" w:cstheme="majorHAnsi"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Dogodek </w:t>
            </w:r>
            <w:r w:rsidR="004276DB" w:rsidRPr="00AA67E4">
              <w:rPr>
                <w:rFonts w:asciiTheme="majorHAnsi" w:hAnsiTheme="majorHAnsi" w:cstheme="majorHAnsi"/>
                <w:lang w:val="sl-SI"/>
              </w:rPr>
              <w:t>podjetniškega usposabljanja</w:t>
            </w:r>
            <w:r w:rsidR="00D04363" w:rsidRPr="00AA67E4">
              <w:rPr>
                <w:rFonts w:asciiTheme="majorHAnsi" w:hAnsiTheme="majorHAnsi" w:cstheme="majorHAnsi"/>
                <w:lang w:val="sl-SI"/>
              </w:rPr>
              <w:t>:</w:t>
            </w:r>
          </w:p>
          <w:p w14:paraId="334C14AC" w14:textId="7AD9C8AF" w:rsidR="00E444A6" w:rsidRPr="009D0FE5" w:rsidRDefault="00C447A2" w:rsidP="00E444A6">
            <w:pPr>
              <w:jc w:val="both"/>
              <w:rPr>
                <w:rFonts w:asciiTheme="majorHAnsi" w:hAnsiTheme="majorHAnsi" w:cstheme="majorHAnsi"/>
                <w:b/>
                <w:lang w:val="sl-SI"/>
              </w:rPr>
            </w:pPr>
            <w:r w:rsidRPr="00C447A2">
              <w:rPr>
                <w:rFonts w:asciiTheme="majorHAnsi" w:hAnsiTheme="majorHAnsi" w:cstheme="majorHAnsi"/>
                <w:b/>
                <w:lang w:val="sl-SI"/>
              </w:rPr>
              <w:t xml:space="preserve">Osnove marketinga </w:t>
            </w:r>
            <w:r w:rsidR="00E444A6">
              <w:rPr>
                <w:rFonts w:asciiTheme="majorHAnsi" w:hAnsiTheme="majorHAnsi" w:cstheme="majorHAnsi"/>
                <w:b/>
                <w:lang w:val="sl-SI"/>
              </w:rPr>
              <w:t>(program Biznis in PIP)</w:t>
            </w:r>
          </w:p>
        </w:tc>
        <w:tc>
          <w:tcPr>
            <w:tcW w:w="2681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AA67E4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AA67E4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AA67E4" w14:paraId="4D510D9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1C3C5AF9" w14:textId="0DAC8EEE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="00215476" w:rsidRPr="00AA67E4">
              <w:rPr>
                <w:rFonts w:asciiTheme="majorHAnsi" w:hAnsiTheme="majorHAnsi" w:cstheme="majorHAnsi"/>
                <w:lang w:val="sl-SI"/>
              </w:rPr>
              <w:t>brez DDV</w:t>
            </w:r>
          </w:p>
        </w:tc>
        <w:tc>
          <w:tcPr>
            <w:tcW w:w="2681" w:type="dxa"/>
            <w:vAlign w:val="center"/>
          </w:tcPr>
          <w:p w14:paraId="527AD52D" w14:textId="731C1194" w:rsidR="0039770A" w:rsidRPr="00AA67E4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AA67E4" w14:paraId="1C96E341" w14:textId="77777777" w:rsidTr="00136C39">
        <w:trPr>
          <w:trHeight w:val="525"/>
          <w:jc w:val="center"/>
        </w:trPr>
        <w:tc>
          <w:tcPr>
            <w:tcW w:w="5240" w:type="dxa"/>
            <w:shd w:val="clear" w:color="auto" w:fill="auto"/>
            <w:vAlign w:val="center"/>
          </w:tcPr>
          <w:p w14:paraId="580125D2" w14:textId="5790C415" w:rsidR="001413A6" w:rsidRPr="00136C39" w:rsidRDefault="0039770A" w:rsidP="00AA67E4">
            <w:pPr>
              <w:spacing w:line="288" w:lineRule="auto"/>
              <w:rPr>
                <w:rFonts w:asciiTheme="majorHAnsi" w:hAnsiTheme="majorHAnsi" w:cstheme="majorHAnsi"/>
                <w:b/>
                <w:lang w:val="sl-SI"/>
              </w:rPr>
            </w:pPr>
            <w:r w:rsidRPr="00AA67E4">
              <w:rPr>
                <w:rFonts w:asciiTheme="majorHAnsi" w:hAnsiTheme="majorHAnsi" w:cstheme="majorHAnsi"/>
                <w:lang w:val="sl-SI"/>
              </w:rPr>
              <w:t xml:space="preserve">Cena izvedbe </w:t>
            </w:r>
            <w:r w:rsidR="000B2F05" w:rsidRPr="00AA67E4">
              <w:rPr>
                <w:rFonts w:asciiTheme="majorHAnsi" w:hAnsiTheme="majorHAnsi" w:cstheme="majorHAnsi"/>
                <w:lang w:val="sl-SI"/>
              </w:rPr>
              <w:t>dogodka</w:t>
            </w:r>
            <w:r w:rsidR="00136C39">
              <w:rPr>
                <w:rFonts w:asciiTheme="majorHAnsi" w:hAnsiTheme="majorHAnsi" w:cstheme="majorHAnsi"/>
                <w:b/>
                <w:lang w:val="sl-SI"/>
              </w:rPr>
              <w:t xml:space="preserve"> </w:t>
            </w:r>
            <w:r w:rsidRPr="00AA67E4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AA67E4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681" w:type="dxa"/>
            <w:vAlign w:val="center"/>
          </w:tcPr>
          <w:p w14:paraId="3F14D0B1" w14:textId="35D6237C" w:rsidR="00793B9E" w:rsidRPr="00AA67E4" w:rsidRDefault="00793B9E" w:rsidP="00793B9E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08BC421C" w:rsidR="000B2F05" w:rsidRPr="00AA67E4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0" w:name="_Hlk32431062"/>
      <w:r w:rsidRPr="00AA67E4">
        <w:rPr>
          <w:rFonts w:asciiTheme="majorHAnsi" w:hAnsiTheme="majorHAnsi" w:cstheme="majorHAnsi"/>
          <w:lang w:val="sl-SI"/>
        </w:rPr>
        <w:t>Cena vključuje vse stroške izvedbe.</w:t>
      </w:r>
    </w:p>
    <w:p w14:paraId="1F60325B" w14:textId="0A8C5E09" w:rsidR="00415294" w:rsidRPr="00AA67E4" w:rsidRDefault="00156498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AA67E4">
        <w:rPr>
          <w:rFonts w:asciiTheme="majorHAnsi" w:hAnsiTheme="majorHAnsi" w:cstheme="majorHAnsi"/>
          <w:lang w:val="sl-SI"/>
        </w:rPr>
        <w:t xml:space="preserve">Računu </w:t>
      </w:r>
      <w:r w:rsidR="004276DB" w:rsidRPr="00AA67E4">
        <w:rPr>
          <w:rFonts w:asciiTheme="majorHAnsi" w:hAnsiTheme="majorHAnsi" w:cstheme="majorHAnsi"/>
          <w:lang w:val="sl-SI"/>
        </w:rPr>
        <w:t>bo</w:t>
      </w:r>
      <w:r w:rsidR="004102E1" w:rsidRPr="00AA67E4">
        <w:rPr>
          <w:rFonts w:asciiTheme="majorHAnsi" w:hAnsiTheme="majorHAnsi" w:cstheme="majorHAnsi"/>
          <w:lang w:val="sl-SI"/>
        </w:rPr>
        <w:t xml:space="preserve"> </w:t>
      </w:r>
      <w:r w:rsidRPr="00AA67E4">
        <w:rPr>
          <w:rFonts w:asciiTheme="majorHAnsi" w:hAnsiTheme="majorHAnsi" w:cstheme="majorHAnsi"/>
          <w:lang w:val="sl-SI"/>
        </w:rPr>
        <w:t>predlož</w:t>
      </w:r>
      <w:r w:rsidR="004276DB" w:rsidRPr="00AA67E4">
        <w:rPr>
          <w:rFonts w:asciiTheme="majorHAnsi" w:hAnsiTheme="majorHAnsi" w:cstheme="majorHAnsi"/>
          <w:lang w:val="sl-SI"/>
        </w:rPr>
        <w:t xml:space="preserve">eno </w:t>
      </w:r>
      <w:r w:rsidRPr="00AA67E4">
        <w:rPr>
          <w:rFonts w:asciiTheme="majorHAnsi" w:hAnsiTheme="majorHAnsi" w:cstheme="majorHAnsi"/>
          <w:lang w:val="sl-SI"/>
        </w:rPr>
        <w:t>poročilo o opravljeni storitvi.</w:t>
      </w:r>
      <w:bookmarkEnd w:id="0"/>
    </w:p>
    <w:p w14:paraId="4B6B0A3D" w14:textId="77777777" w:rsidR="000B2F05" w:rsidRPr="00AA67E4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16DB4A30" w:rsidR="002C67B9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Ponudbo pripravil: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677E540F" w14:textId="75B9CACE" w:rsidR="00B30164" w:rsidRPr="00AA67E4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AA67E4">
        <w:rPr>
          <w:rFonts w:asciiTheme="majorHAnsi" w:hAnsiTheme="majorHAnsi" w:cstheme="majorHAnsi"/>
          <w:bCs/>
        </w:rPr>
        <w:t>Kontakt:</w:t>
      </w:r>
      <w:r w:rsidR="00110167" w:rsidRPr="00AA67E4">
        <w:rPr>
          <w:rFonts w:asciiTheme="majorHAnsi" w:hAnsiTheme="majorHAnsi" w:cstheme="majorHAnsi"/>
          <w:bCs/>
        </w:rPr>
        <w:t xml:space="preserve"> </w:t>
      </w:r>
    </w:p>
    <w:p w14:paraId="746BB078" w14:textId="0373CBC9" w:rsidR="00B30164" w:rsidRPr="00841897" w:rsidRDefault="00B30164" w:rsidP="002C67B9">
      <w:pPr>
        <w:pStyle w:val="Default"/>
        <w:spacing w:line="288" w:lineRule="auto"/>
        <w:rPr>
          <w:rFonts w:asciiTheme="majorHAnsi" w:hAnsiTheme="majorHAnsi" w:cstheme="majorHAnsi"/>
          <w:bCs/>
          <w:color w:val="auto"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Pr="00841897">
        <w:rPr>
          <w:rFonts w:asciiTheme="majorHAnsi" w:hAnsiTheme="majorHAnsi" w:cstheme="majorHAnsi"/>
          <w:bCs/>
          <w:sz w:val="22"/>
          <w:szCs w:val="22"/>
        </w:rPr>
        <w:tab/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O</w:t>
      </w:r>
      <w:r w:rsidRPr="00841897">
        <w:rPr>
          <w:rFonts w:asciiTheme="majorHAnsi" w:hAnsiTheme="majorHAnsi" w:cstheme="majorHAnsi"/>
          <w:bCs/>
          <w:color w:val="auto"/>
          <w:sz w:val="22"/>
          <w:szCs w:val="22"/>
        </w:rPr>
        <w:t>dgovorna oseba</w:t>
      </w:r>
      <w:r w:rsidR="00AA67E4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(podpis)</w:t>
      </w:r>
      <w:r w:rsidR="00B038FA" w:rsidRPr="00841897">
        <w:rPr>
          <w:rFonts w:asciiTheme="majorHAnsi" w:hAnsiTheme="majorHAnsi" w:cstheme="majorHAnsi"/>
          <w:bCs/>
          <w:color w:val="auto"/>
          <w:sz w:val="22"/>
          <w:szCs w:val="22"/>
        </w:rPr>
        <w:t>:</w:t>
      </w:r>
    </w:p>
    <w:p w14:paraId="5C98F887" w14:textId="73834C93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0F1D9512" w14:textId="7CEC9C24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1C2F11A8" w14:textId="77777777" w:rsidR="00E444A6" w:rsidRDefault="00E444A6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p w14:paraId="37003405" w14:textId="4D6FFF10" w:rsidR="009D0FE5" w:rsidRDefault="00B30164" w:rsidP="00E444A6">
      <w:pPr>
        <w:pStyle w:val="Default"/>
        <w:spacing w:line="288" w:lineRule="auto"/>
        <w:ind w:left="1440" w:firstLine="720"/>
        <w:rPr>
          <w:rFonts w:asciiTheme="majorHAnsi" w:hAnsiTheme="majorHAnsi" w:cstheme="majorHAnsi"/>
          <w:bCs/>
          <w:sz w:val="22"/>
          <w:szCs w:val="22"/>
        </w:rPr>
      </w:pPr>
      <w:r w:rsidRPr="00841897">
        <w:rPr>
          <w:rFonts w:asciiTheme="majorHAnsi" w:hAnsiTheme="majorHAnsi" w:cstheme="majorHAnsi"/>
          <w:bCs/>
          <w:sz w:val="22"/>
          <w:szCs w:val="22"/>
        </w:rPr>
        <w:t>Žig</w:t>
      </w:r>
    </w:p>
    <w:p w14:paraId="04F654BD" w14:textId="73A649F4" w:rsidR="00546E89" w:rsidRPr="00841897" w:rsidRDefault="00546E89" w:rsidP="00546E89">
      <w:pPr>
        <w:pStyle w:val="Default"/>
        <w:spacing w:line="288" w:lineRule="auto"/>
        <w:rPr>
          <w:rFonts w:asciiTheme="majorHAnsi" w:hAnsiTheme="majorHAnsi" w:cstheme="majorHAnsi"/>
          <w:bCs/>
          <w:sz w:val="22"/>
          <w:szCs w:val="22"/>
        </w:rPr>
      </w:pPr>
    </w:p>
    <w:sectPr w:rsidR="00546E89" w:rsidRPr="00841897" w:rsidSect="009D0FE5">
      <w:headerReference w:type="default" r:id="rId8"/>
      <w:footerReference w:type="default" r:id="rId9"/>
      <w:pgSz w:w="11900" w:h="16840"/>
      <w:pgMar w:top="1669" w:right="1304" w:bottom="1418" w:left="2665" w:header="709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660F9" w14:textId="77777777" w:rsidR="004F361B" w:rsidRDefault="004F361B" w:rsidP="00862C6E">
      <w:r>
        <w:separator/>
      </w:r>
    </w:p>
  </w:endnote>
  <w:endnote w:type="continuationSeparator" w:id="0">
    <w:p w14:paraId="0A6378E9" w14:textId="77777777" w:rsidR="004F361B" w:rsidRDefault="004F361B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472A5" w14:textId="727F0D10" w:rsidR="00C113EF" w:rsidRDefault="00C113EF" w:rsidP="00C113EF">
    <w:pPr>
      <w:pStyle w:val="Noga"/>
      <w:jc w:val="both"/>
      <w:rPr>
        <w:rFonts w:asciiTheme="minorHAnsi" w:hAnsiTheme="minorHAnsi" w:cstheme="minorHAnsi"/>
        <w:i/>
        <w:iCs/>
        <w:sz w:val="18"/>
        <w:szCs w:val="18"/>
        <w:lang w:val="sl-SI"/>
      </w:rPr>
    </w:pPr>
    <w:bookmarkStart w:id="1" w:name="_Hlk124944054"/>
    <w:r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0F251906" wp14:editId="76AFE90C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DBC2E6" w14:textId="77777777" w:rsidR="00AA6BB0" w:rsidRDefault="00AA6BB0" w:rsidP="006A2788">
    <w:pPr>
      <w:pStyle w:val="Noga"/>
      <w:ind w:left="-1560"/>
      <w:jc w:val="center"/>
      <w:rPr>
        <w:rFonts w:asciiTheme="minorHAnsi" w:hAnsiTheme="minorHAnsi" w:cstheme="minorHAnsi"/>
        <w:i/>
        <w:iCs/>
        <w:sz w:val="18"/>
        <w:szCs w:val="18"/>
        <w:lang w:val="sl-SI"/>
      </w:rPr>
    </w:pPr>
  </w:p>
  <w:tbl>
    <w:tblPr>
      <w:tblStyle w:val="Tabelamrea"/>
      <w:tblW w:w="5000" w:type="pct"/>
      <w:tblInd w:w="-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44"/>
      <w:gridCol w:w="2643"/>
      <w:gridCol w:w="2644"/>
    </w:tblGrid>
    <w:tr w:rsidR="006A2788" w14:paraId="46581925" w14:textId="77777777" w:rsidTr="006A2788">
      <w:tc>
        <w:tcPr>
          <w:tcW w:w="1666" w:type="pct"/>
        </w:tcPr>
        <w:p w14:paraId="65BDD29C" w14:textId="51D0DDAD" w:rsidR="006A2788" w:rsidRDefault="006A2788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45960B" w14:textId="1DFBCC58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0E9A0901" w14:textId="5FDAFF71" w:rsidR="006A2788" w:rsidRDefault="006A2788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5C9DCB22" w14:textId="77777777" w:rsidTr="006A2788">
      <w:tc>
        <w:tcPr>
          <w:tcW w:w="1666" w:type="pct"/>
        </w:tcPr>
        <w:p w14:paraId="1FB544B8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0819FE85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6845E637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  <w:tr w:rsidR="009D0FE5" w14:paraId="2888F957" w14:textId="77777777" w:rsidTr="006A2788">
      <w:tc>
        <w:tcPr>
          <w:tcW w:w="1666" w:type="pct"/>
        </w:tcPr>
        <w:p w14:paraId="62E322E7" w14:textId="77777777" w:rsidR="009D0FE5" w:rsidRDefault="009D0FE5" w:rsidP="006A2788">
          <w:pPr>
            <w:pStyle w:val="Noga"/>
            <w:rPr>
              <w:lang w:val="sl-SI"/>
            </w:rPr>
          </w:pPr>
        </w:p>
      </w:tc>
      <w:tc>
        <w:tcPr>
          <w:tcW w:w="1666" w:type="pct"/>
        </w:tcPr>
        <w:p w14:paraId="3EBED7D4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  <w:tc>
        <w:tcPr>
          <w:tcW w:w="1667" w:type="pct"/>
        </w:tcPr>
        <w:p w14:paraId="3A6AA6AC" w14:textId="77777777" w:rsidR="009D0FE5" w:rsidRDefault="009D0FE5" w:rsidP="006A2788">
          <w:pPr>
            <w:pStyle w:val="Noga"/>
            <w:jc w:val="center"/>
            <w:rPr>
              <w:lang w:val="sl-SI"/>
            </w:rPr>
          </w:pPr>
        </w:p>
      </w:tc>
    </w:tr>
  </w:tbl>
  <w:p w14:paraId="252678C4" w14:textId="77777777" w:rsidR="006A2788" w:rsidRPr="00E74BE6" w:rsidRDefault="006A2788" w:rsidP="006A2788">
    <w:pPr>
      <w:pStyle w:val="Noga"/>
      <w:rPr>
        <w:lang w:val="sl-SI"/>
      </w:rPr>
    </w:pPr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9A901" w14:textId="77777777" w:rsidR="004F361B" w:rsidRDefault="004F361B" w:rsidP="00862C6E">
      <w:r>
        <w:separator/>
      </w:r>
    </w:p>
  </w:footnote>
  <w:footnote w:type="continuationSeparator" w:id="0">
    <w:p w14:paraId="68A94651" w14:textId="77777777" w:rsidR="004F361B" w:rsidRDefault="004F361B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0CAEB079" w:rsidR="00D94998" w:rsidRPr="00AA6BB0" w:rsidRDefault="00C113EF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9504" behindDoc="1" locked="0" layoutInCell="1" allowOverlap="1" wp14:anchorId="24B4D41F" wp14:editId="29EA310F">
          <wp:simplePos x="0" y="0"/>
          <wp:positionH relativeFrom="column">
            <wp:posOffset>-133350</wp:posOffset>
          </wp:positionH>
          <wp:positionV relativeFrom="paragraph">
            <wp:posOffset>-86360</wp:posOffset>
          </wp:positionV>
          <wp:extent cx="2285031" cy="669925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51B4A"/>
    <w:rsid w:val="000549F9"/>
    <w:rsid w:val="000648B7"/>
    <w:rsid w:val="000919AF"/>
    <w:rsid w:val="00095F55"/>
    <w:rsid w:val="000B2F05"/>
    <w:rsid w:val="000B55F7"/>
    <w:rsid w:val="000C7545"/>
    <w:rsid w:val="000F4A1D"/>
    <w:rsid w:val="00110167"/>
    <w:rsid w:val="00116AB7"/>
    <w:rsid w:val="00136C39"/>
    <w:rsid w:val="001413A6"/>
    <w:rsid w:val="00156498"/>
    <w:rsid w:val="00187975"/>
    <w:rsid w:val="001A57CE"/>
    <w:rsid w:val="001B3533"/>
    <w:rsid w:val="00215476"/>
    <w:rsid w:val="00280A74"/>
    <w:rsid w:val="00286B25"/>
    <w:rsid w:val="002A108E"/>
    <w:rsid w:val="002A4BB8"/>
    <w:rsid w:val="002B7DA4"/>
    <w:rsid w:val="002C34C8"/>
    <w:rsid w:val="002C665C"/>
    <w:rsid w:val="002C67B9"/>
    <w:rsid w:val="002D18E6"/>
    <w:rsid w:val="002E168E"/>
    <w:rsid w:val="00321116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76DB"/>
    <w:rsid w:val="00447C6A"/>
    <w:rsid w:val="0045358F"/>
    <w:rsid w:val="00461A9A"/>
    <w:rsid w:val="00463B90"/>
    <w:rsid w:val="00492189"/>
    <w:rsid w:val="004B4E1F"/>
    <w:rsid w:val="004F361B"/>
    <w:rsid w:val="0050028C"/>
    <w:rsid w:val="0050654F"/>
    <w:rsid w:val="00506B76"/>
    <w:rsid w:val="00514B8D"/>
    <w:rsid w:val="00546E89"/>
    <w:rsid w:val="00554125"/>
    <w:rsid w:val="00556426"/>
    <w:rsid w:val="00577DC6"/>
    <w:rsid w:val="005A3023"/>
    <w:rsid w:val="005A31C4"/>
    <w:rsid w:val="005B1704"/>
    <w:rsid w:val="005E21F2"/>
    <w:rsid w:val="005F0D1A"/>
    <w:rsid w:val="00603A0A"/>
    <w:rsid w:val="0060707B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D00B2"/>
    <w:rsid w:val="006F3A62"/>
    <w:rsid w:val="00737030"/>
    <w:rsid w:val="007447BE"/>
    <w:rsid w:val="007513B1"/>
    <w:rsid w:val="00793B9E"/>
    <w:rsid w:val="0079684F"/>
    <w:rsid w:val="007A7757"/>
    <w:rsid w:val="007B1678"/>
    <w:rsid w:val="007B69EE"/>
    <w:rsid w:val="007C0FC8"/>
    <w:rsid w:val="007D0899"/>
    <w:rsid w:val="008002FA"/>
    <w:rsid w:val="0081057F"/>
    <w:rsid w:val="00826DB7"/>
    <w:rsid w:val="00832A98"/>
    <w:rsid w:val="00841897"/>
    <w:rsid w:val="00844414"/>
    <w:rsid w:val="00850EE3"/>
    <w:rsid w:val="00862C6E"/>
    <w:rsid w:val="00875620"/>
    <w:rsid w:val="00877A34"/>
    <w:rsid w:val="008C2217"/>
    <w:rsid w:val="008C33F7"/>
    <w:rsid w:val="008D0761"/>
    <w:rsid w:val="008E1B59"/>
    <w:rsid w:val="008F216C"/>
    <w:rsid w:val="00917D2E"/>
    <w:rsid w:val="00956C21"/>
    <w:rsid w:val="00964218"/>
    <w:rsid w:val="00991527"/>
    <w:rsid w:val="009A1919"/>
    <w:rsid w:val="009A2893"/>
    <w:rsid w:val="009B19AE"/>
    <w:rsid w:val="009D0FE5"/>
    <w:rsid w:val="009E310A"/>
    <w:rsid w:val="00A032E2"/>
    <w:rsid w:val="00A31BEA"/>
    <w:rsid w:val="00A5489A"/>
    <w:rsid w:val="00A55A9B"/>
    <w:rsid w:val="00A57A0B"/>
    <w:rsid w:val="00A66781"/>
    <w:rsid w:val="00AA0C29"/>
    <w:rsid w:val="00AA67E4"/>
    <w:rsid w:val="00AA6BB0"/>
    <w:rsid w:val="00AB15B3"/>
    <w:rsid w:val="00AC2F38"/>
    <w:rsid w:val="00AE7168"/>
    <w:rsid w:val="00B038FA"/>
    <w:rsid w:val="00B07D4C"/>
    <w:rsid w:val="00B10E9E"/>
    <w:rsid w:val="00B1100C"/>
    <w:rsid w:val="00B13B73"/>
    <w:rsid w:val="00B24FBA"/>
    <w:rsid w:val="00B30164"/>
    <w:rsid w:val="00B74F22"/>
    <w:rsid w:val="00B81CAB"/>
    <w:rsid w:val="00B925BF"/>
    <w:rsid w:val="00B967E3"/>
    <w:rsid w:val="00BA12F5"/>
    <w:rsid w:val="00BC65F2"/>
    <w:rsid w:val="00BE352A"/>
    <w:rsid w:val="00BF0E48"/>
    <w:rsid w:val="00BF433C"/>
    <w:rsid w:val="00C113EF"/>
    <w:rsid w:val="00C327B8"/>
    <w:rsid w:val="00C358F5"/>
    <w:rsid w:val="00C37F0E"/>
    <w:rsid w:val="00C4436E"/>
    <w:rsid w:val="00C447A2"/>
    <w:rsid w:val="00C64347"/>
    <w:rsid w:val="00C71BFC"/>
    <w:rsid w:val="00C74DFD"/>
    <w:rsid w:val="00CC7286"/>
    <w:rsid w:val="00CE1920"/>
    <w:rsid w:val="00D0206F"/>
    <w:rsid w:val="00D04363"/>
    <w:rsid w:val="00D127C8"/>
    <w:rsid w:val="00D1301C"/>
    <w:rsid w:val="00D428C8"/>
    <w:rsid w:val="00D90C24"/>
    <w:rsid w:val="00D92257"/>
    <w:rsid w:val="00D94998"/>
    <w:rsid w:val="00DA76D7"/>
    <w:rsid w:val="00DC3B38"/>
    <w:rsid w:val="00DC5981"/>
    <w:rsid w:val="00DD3EBE"/>
    <w:rsid w:val="00E159E4"/>
    <w:rsid w:val="00E36514"/>
    <w:rsid w:val="00E444A6"/>
    <w:rsid w:val="00E94C94"/>
    <w:rsid w:val="00EB099C"/>
    <w:rsid w:val="00EB0A59"/>
    <w:rsid w:val="00EB293B"/>
    <w:rsid w:val="00EC19C3"/>
    <w:rsid w:val="00EE1A88"/>
    <w:rsid w:val="00EF1118"/>
    <w:rsid w:val="00F02F14"/>
    <w:rsid w:val="00F4078C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paragraph" w:styleId="Naslov4">
    <w:name w:val="heading 4"/>
    <w:basedOn w:val="Navaden"/>
    <w:link w:val="Naslov4Znak"/>
    <w:uiPriority w:val="9"/>
    <w:qFormat/>
    <w:rsid w:val="00546E89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  <w:style w:type="character" w:styleId="Hiperpovezava">
    <w:name w:val="Hyperlink"/>
    <w:basedOn w:val="Privzetapisavaodstavka"/>
    <w:uiPriority w:val="99"/>
    <w:unhideWhenUsed/>
    <w:rsid w:val="00841897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841897"/>
    <w:rPr>
      <w:color w:val="605E5C"/>
      <w:shd w:val="clear" w:color="auto" w:fill="E1DFDD"/>
    </w:rPr>
  </w:style>
  <w:style w:type="character" w:customStyle="1" w:styleId="Naslov4Znak">
    <w:name w:val="Naslov 4 Znak"/>
    <w:basedOn w:val="Privzetapisavaodstavka"/>
    <w:link w:val="Naslov4"/>
    <w:uiPriority w:val="9"/>
    <w:rsid w:val="00546E89"/>
    <w:rPr>
      <w:rFonts w:ascii="Times New Roman" w:eastAsia="Times New Roman" w:hAnsi="Times New Roman"/>
      <w:b/>
      <w:bCs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2</cp:revision>
  <cp:lastPrinted>2019-06-28T12:49:00Z</cp:lastPrinted>
  <dcterms:created xsi:type="dcterms:W3CDTF">2025-02-11T10:12:00Z</dcterms:created>
  <dcterms:modified xsi:type="dcterms:W3CDTF">2025-02-11T10:12:00Z</dcterms:modified>
</cp:coreProperties>
</file>