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A8F2A" w14:textId="77777777" w:rsidR="0050654F" w:rsidRDefault="0050654F" w:rsidP="00862C6E">
      <w:pPr>
        <w:spacing w:line="312" w:lineRule="auto"/>
        <w:rPr>
          <w:rFonts w:ascii="Arial" w:hAnsi="Arial" w:cs="Arial"/>
          <w:b/>
          <w:noProof/>
          <w:color w:val="346271"/>
          <w:spacing w:val="10"/>
          <w:sz w:val="16"/>
          <w:szCs w:val="16"/>
          <w:lang w:val="sl-SI"/>
        </w:rPr>
      </w:pPr>
    </w:p>
    <w:p w14:paraId="7CF4EFAF" w14:textId="77777777" w:rsidR="00456730" w:rsidRDefault="00456730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</w:p>
    <w:p w14:paraId="333C5603" w14:textId="05E9FF54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Zavod Znanje Postojna, javni zavod</w:t>
      </w:r>
    </w:p>
    <w:p w14:paraId="1DD5E9D1" w14:textId="19F2A4B9" w:rsidR="00862C6E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OE Podjetniški inkubator Perspektiva</w:t>
      </w:r>
    </w:p>
    <w:p w14:paraId="2BD73DCE" w14:textId="691A73D9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Velik</w:t>
      </w:r>
      <w:r w:rsidR="00F0246E"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i</w:t>
      </w: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 xml:space="preserve"> Otok 44b</w:t>
      </w:r>
    </w:p>
    <w:p w14:paraId="1CA50CF8" w14:textId="6331C77D" w:rsidR="005A3023" w:rsidRPr="00B967E3" w:rsidRDefault="005A3023" w:rsidP="00862C6E">
      <w:pPr>
        <w:spacing w:line="312" w:lineRule="auto"/>
        <w:rPr>
          <w:rFonts w:ascii="Arial" w:hAnsi="Arial" w:cs="Arial"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6230 Postojna</w:t>
      </w:r>
    </w:p>
    <w:p w14:paraId="3277B6FE" w14:textId="77777777" w:rsidR="00862C6E" w:rsidRPr="00B967E3" w:rsidRDefault="00862C6E" w:rsidP="00862C6E">
      <w:pPr>
        <w:spacing w:line="312" w:lineRule="auto"/>
        <w:rPr>
          <w:rFonts w:ascii="Arial" w:hAnsi="Arial" w:cs="Arial"/>
          <w:spacing w:val="10"/>
          <w:sz w:val="16"/>
          <w:szCs w:val="16"/>
          <w:lang w:val="sl-SI"/>
        </w:rPr>
      </w:pPr>
    </w:p>
    <w:p w14:paraId="645A0D5E" w14:textId="77777777" w:rsidR="00456730" w:rsidRDefault="00456730" w:rsidP="00356502">
      <w:pPr>
        <w:spacing w:line="312" w:lineRule="auto"/>
        <w:rPr>
          <w:rFonts w:asciiTheme="majorHAnsi" w:hAnsiTheme="majorHAnsi" w:cstheme="majorHAnsi"/>
          <w:lang w:val="sl-SI"/>
        </w:rPr>
      </w:pPr>
    </w:p>
    <w:p w14:paraId="409DA9AD" w14:textId="3BA5D7F1" w:rsidR="00643A20" w:rsidRDefault="00C4436E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  <w:r w:rsidRPr="000229FF">
        <w:rPr>
          <w:rFonts w:ascii="Arial" w:hAnsi="Arial" w:cs="Arial"/>
          <w:noProof/>
          <w:spacing w:val="10"/>
          <w:sz w:val="22"/>
          <w:szCs w:val="22"/>
          <w:lang w:val="sl-SI" w:eastAsia="sl-SI"/>
        </w:rPr>
        <w:drawing>
          <wp:anchor distT="0" distB="0" distL="114300" distR="114300" simplePos="0" relativeHeight="251658240" behindDoc="1" locked="1" layoutInCell="1" allowOverlap="1" wp14:anchorId="341CB05B" wp14:editId="63128A58">
            <wp:simplePos x="0" y="0"/>
            <wp:positionH relativeFrom="column">
              <wp:posOffset>-1069975</wp:posOffset>
            </wp:positionH>
            <wp:positionV relativeFrom="page">
              <wp:posOffset>3431540</wp:posOffset>
            </wp:positionV>
            <wp:extent cx="457835" cy="104140"/>
            <wp:effectExtent l="0" t="0" r="0" b="0"/>
            <wp:wrapNone/>
            <wp:docPr id="4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10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677" w:rsidRPr="000229FF">
        <w:rPr>
          <w:rFonts w:asciiTheme="majorHAnsi" w:hAnsiTheme="majorHAnsi" w:cstheme="majorHAnsi"/>
          <w:lang w:val="sl-SI"/>
        </w:rPr>
        <w:t>Kraj in datum</w:t>
      </w:r>
      <w:r w:rsidR="00C715CD">
        <w:rPr>
          <w:rFonts w:asciiTheme="majorHAnsi" w:hAnsiTheme="majorHAnsi" w:cstheme="majorHAnsi"/>
          <w:lang w:val="sl-SI"/>
        </w:rPr>
        <w:t>:</w:t>
      </w:r>
      <w:r w:rsidR="005A3023" w:rsidRPr="000229FF">
        <w:rPr>
          <w:rFonts w:asciiTheme="majorHAnsi" w:hAnsiTheme="majorHAnsi" w:cstheme="majorHAnsi"/>
          <w:lang w:val="sl-SI"/>
        </w:rPr>
        <w:t xml:space="preserve"> </w:t>
      </w:r>
      <w:r w:rsidR="00A91A27">
        <w:rPr>
          <w:rFonts w:asciiTheme="majorHAnsi" w:hAnsiTheme="majorHAnsi" w:cstheme="majorHAnsi"/>
          <w:lang w:val="sl-SI"/>
        </w:rPr>
        <w:t>…………</w:t>
      </w:r>
    </w:p>
    <w:p w14:paraId="02F6E146" w14:textId="77777777" w:rsidR="00356502" w:rsidRPr="00356502" w:rsidRDefault="00356502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</w:p>
    <w:p w14:paraId="61C35229" w14:textId="16EF6314" w:rsidR="00CA28A6" w:rsidRPr="00CA28A6" w:rsidRDefault="00394948" w:rsidP="00CA28A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Ponudba</w:t>
      </w:r>
      <w:r w:rsidR="006C227E" w:rsidRPr="000B2F05">
        <w:rPr>
          <w:rFonts w:asciiTheme="majorHAnsi" w:hAnsiTheme="majorHAnsi" w:cstheme="majorHAnsi"/>
          <w:b/>
          <w:lang w:val="sl-SI"/>
        </w:rPr>
        <w:t xml:space="preserve"> za </w:t>
      </w:r>
      <w:r w:rsidR="0039770A" w:rsidRPr="000B2F05">
        <w:rPr>
          <w:rFonts w:asciiTheme="majorHAnsi" w:hAnsiTheme="majorHAnsi" w:cstheme="majorHAnsi"/>
          <w:b/>
          <w:lang w:val="sl-SI"/>
        </w:rPr>
        <w:t>izvedbo aktivnosti</w:t>
      </w:r>
      <w:r w:rsidR="00A23DC0">
        <w:rPr>
          <w:rFonts w:asciiTheme="majorHAnsi" w:hAnsiTheme="majorHAnsi" w:cstheme="majorHAnsi"/>
          <w:b/>
          <w:lang w:val="sl-SI"/>
        </w:rPr>
        <w:t xml:space="preserve"> – ekspertno svetovanje -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v okviru </w:t>
      </w:r>
      <w:r w:rsidR="00215476" w:rsidRPr="000B2F05">
        <w:rPr>
          <w:rFonts w:asciiTheme="majorHAnsi" w:hAnsiTheme="majorHAnsi" w:cstheme="majorHAnsi"/>
          <w:b/>
          <w:lang w:val="sl-SI"/>
        </w:rPr>
        <w:t>Javni razpis za zagotavljanje celovitih storitev za potencialne podjetnike in podjetja preko podpornih institucij za obdobje od 2023 do 2025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– </w:t>
      </w:r>
      <w:r w:rsidR="00A91A27" w:rsidRPr="0049120A">
        <w:rPr>
          <w:rFonts w:asciiTheme="majorHAnsi" w:hAnsiTheme="majorHAnsi" w:cstheme="majorHAnsi"/>
          <w:b/>
          <w:lang w:val="sl-SI"/>
        </w:rPr>
        <w:t>»</w:t>
      </w:r>
      <w:bookmarkStart w:id="0" w:name="_Hlk187328690"/>
      <w:r w:rsidR="00B231FC" w:rsidRPr="00B231FC">
        <w:rPr>
          <w:rFonts w:asciiTheme="majorHAnsi" w:hAnsiTheme="majorHAnsi" w:cstheme="majorHAnsi"/>
          <w:b/>
          <w:lang w:val="sl-SI"/>
        </w:rPr>
        <w:t xml:space="preserve">Ekspertno svetovanje za </w:t>
      </w:r>
      <w:r w:rsidR="00582A7D">
        <w:rPr>
          <w:rFonts w:asciiTheme="majorHAnsi" w:hAnsiTheme="majorHAnsi" w:cstheme="majorHAnsi"/>
          <w:b/>
          <w:lang w:val="sl-SI"/>
        </w:rPr>
        <w:t xml:space="preserve">potencialnega </w:t>
      </w:r>
      <w:r w:rsidR="00B231FC" w:rsidRPr="00B231FC">
        <w:rPr>
          <w:rFonts w:asciiTheme="majorHAnsi" w:hAnsiTheme="majorHAnsi" w:cstheme="majorHAnsi"/>
          <w:b/>
          <w:lang w:val="sl-SI"/>
        </w:rPr>
        <w:t>podjetnika</w:t>
      </w:r>
      <w:r w:rsidR="00FB7420">
        <w:rPr>
          <w:rFonts w:asciiTheme="majorHAnsi" w:hAnsiTheme="majorHAnsi" w:cstheme="majorHAnsi"/>
          <w:b/>
          <w:lang w:val="sl-SI"/>
        </w:rPr>
        <w:t>,</w:t>
      </w:r>
      <w:r w:rsidR="00FB7420" w:rsidRPr="00FB7420">
        <w:rPr>
          <w:rFonts w:asciiTheme="majorHAnsi" w:hAnsiTheme="majorHAnsi" w:cstheme="majorHAnsi"/>
          <w:b/>
          <w:lang w:val="sl-SI"/>
        </w:rPr>
        <w:t xml:space="preserve"> ki potrebuje </w:t>
      </w:r>
      <w:bookmarkStart w:id="1" w:name="_Hlk169169269"/>
      <w:r w:rsidR="00FB7420" w:rsidRPr="00FB7420">
        <w:rPr>
          <w:rFonts w:asciiTheme="majorHAnsi" w:hAnsiTheme="majorHAnsi" w:cstheme="majorHAnsi"/>
          <w:b/>
          <w:lang w:val="sl-SI"/>
        </w:rPr>
        <w:t xml:space="preserve">pomoč </w:t>
      </w:r>
      <w:bookmarkEnd w:id="0"/>
      <w:bookmarkEnd w:id="1"/>
      <w:r w:rsidR="005B3188" w:rsidRPr="005B3188">
        <w:rPr>
          <w:rFonts w:asciiTheme="majorHAnsi" w:hAnsiTheme="majorHAnsi" w:cstheme="majorHAnsi"/>
          <w:b/>
          <w:lang w:val="sl-SI"/>
        </w:rPr>
        <w:t xml:space="preserve">pri </w:t>
      </w:r>
      <w:r w:rsidR="003270E7" w:rsidRPr="003270E7">
        <w:rPr>
          <w:rFonts w:asciiTheme="majorHAnsi" w:hAnsiTheme="majorHAnsi" w:cstheme="majorHAnsi"/>
          <w:b/>
          <w:lang w:val="sl-SI"/>
        </w:rPr>
        <w:t xml:space="preserve">razvoju in </w:t>
      </w:r>
      <w:proofErr w:type="spellStart"/>
      <w:r w:rsidR="003270E7" w:rsidRPr="003270E7">
        <w:rPr>
          <w:rFonts w:asciiTheme="majorHAnsi" w:hAnsiTheme="majorHAnsi" w:cstheme="majorHAnsi"/>
          <w:b/>
          <w:lang w:val="sl-SI"/>
        </w:rPr>
        <w:t>valuaciji</w:t>
      </w:r>
      <w:proofErr w:type="spellEnd"/>
      <w:r w:rsidR="003270E7" w:rsidRPr="003270E7">
        <w:rPr>
          <w:rFonts w:asciiTheme="majorHAnsi" w:hAnsiTheme="majorHAnsi" w:cstheme="majorHAnsi"/>
          <w:b/>
          <w:lang w:val="sl-SI"/>
        </w:rPr>
        <w:t xml:space="preserve"> programa kondicijske vadbe z elementi športnega </w:t>
      </w:r>
      <w:proofErr w:type="spellStart"/>
      <w:r w:rsidR="003270E7" w:rsidRPr="003270E7">
        <w:rPr>
          <w:rFonts w:asciiTheme="majorHAnsi" w:hAnsiTheme="majorHAnsi" w:cstheme="majorHAnsi"/>
          <w:b/>
          <w:lang w:val="sl-SI"/>
        </w:rPr>
        <w:t>coachinga</w:t>
      </w:r>
      <w:proofErr w:type="spellEnd"/>
      <w:r w:rsidR="00CA28A6" w:rsidRPr="00CA28A6">
        <w:rPr>
          <w:rFonts w:asciiTheme="majorHAnsi" w:hAnsiTheme="majorHAnsi" w:cstheme="majorHAnsi"/>
          <w:b/>
          <w:lang w:val="sl-SI"/>
        </w:rPr>
        <w:t>«.</w:t>
      </w:r>
    </w:p>
    <w:p w14:paraId="0A6AFA50" w14:textId="2AF7341C" w:rsidR="00984537" w:rsidRDefault="00984537" w:rsidP="00B231FC">
      <w:pPr>
        <w:jc w:val="both"/>
        <w:rPr>
          <w:rFonts w:asciiTheme="majorHAnsi" w:hAnsiTheme="majorHAnsi" w:cstheme="majorHAnsi"/>
          <w:b/>
          <w:lang w:val="sl-SI"/>
        </w:rPr>
      </w:pPr>
    </w:p>
    <w:p w14:paraId="516F7E69" w14:textId="03846D8A" w:rsidR="00B038FA" w:rsidRPr="00321116" w:rsidRDefault="00394948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PONUDNIK</w:t>
      </w:r>
    </w:p>
    <w:p w14:paraId="4E56737E" w14:textId="788F77EA" w:rsidR="00394948" w:rsidRPr="00356502" w:rsidRDefault="00F4078C" w:rsidP="00577DC6">
      <w:pPr>
        <w:spacing w:line="288" w:lineRule="auto"/>
        <w:jc w:val="both"/>
        <w:rPr>
          <w:rFonts w:ascii="Calibri Light" w:hAnsi="Calibri Light" w:cs="Calibri Light"/>
          <w:b/>
          <w:bCs/>
          <w:sz w:val="22"/>
          <w:szCs w:val="22"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Naziv: </w:t>
      </w:r>
    </w:p>
    <w:p w14:paraId="24A800CC" w14:textId="32F8476A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>Naslov:</w:t>
      </w:r>
      <w:r w:rsidR="00356502">
        <w:rPr>
          <w:rFonts w:asciiTheme="majorHAnsi" w:hAnsiTheme="majorHAnsi" w:cstheme="majorHAnsi"/>
          <w:b/>
          <w:lang w:val="sl-SI"/>
        </w:rPr>
        <w:t xml:space="preserve"> </w:t>
      </w:r>
    </w:p>
    <w:p w14:paraId="34279E09" w14:textId="79D88DA3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Poštna številka in pošta: </w:t>
      </w:r>
    </w:p>
    <w:p w14:paraId="242BEFF6" w14:textId="03BEA825" w:rsidR="00956C21" w:rsidRDefault="00321116" w:rsidP="00577DC6">
      <w:pPr>
        <w:spacing w:line="288" w:lineRule="auto"/>
        <w:jc w:val="both"/>
        <w:rPr>
          <w:rFonts w:ascii="Segoe UI" w:hAnsi="Segoe UI" w:cs="Segoe UI"/>
          <w:b/>
          <w:bCs/>
          <w:color w:val="212529"/>
          <w:sz w:val="20"/>
          <w:szCs w:val="20"/>
          <w:shd w:val="clear" w:color="auto" w:fill="FFFFFF"/>
        </w:rPr>
      </w:pPr>
      <w:r>
        <w:rPr>
          <w:rFonts w:asciiTheme="majorHAnsi" w:hAnsiTheme="majorHAnsi" w:cstheme="majorHAnsi"/>
          <w:b/>
          <w:lang w:val="sl-SI"/>
        </w:rPr>
        <w:t xml:space="preserve">Davčna št.: </w:t>
      </w:r>
    </w:p>
    <w:p w14:paraId="6CB13335" w14:textId="77777777" w:rsidR="00F4078C" w:rsidRPr="000B2F05" w:rsidRDefault="00F4078C" w:rsidP="00577DC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</w:p>
    <w:p w14:paraId="70E100CD" w14:textId="41AF0243" w:rsidR="006C227E" w:rsidRPr="00321116" w:rsidRDefault="0039770A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0B2F05">
        <w:rPr>
          <w:rFonts w:asciiTheme="majorHAnsi" w:hAnsiTheme="majorHAnsi" w:cstheme="majorHAnsi"/>
          <w:lang w:val="sl-SI"/>
        </w:rPr>
        <w:t>Na podlagi prejetega povpraševanja podajamo naslednjo ponudbo</w:t>
      </w:r>
      <w:r w:rsidR="00B1100C" w:rsidRPr="000B2F05">
        <w:rPr>
          <w:rFonts w:asciiTheme="majorHAnsi" w:hAnsiTheme="majorHAnsi" w:cstheme="majorHAnsi"/>
          <w:lang w:val="sl-SI"/>
        </w:rPr>
        <w:t xml:space="preserve"> za</w:t>
      </w:r>
      <w:r w:rsidR="001413A6" w:rsidRPr="000B2F05">
        <w:rPr>
          <w:rFonts w:asciiTheme="majorHAnsi" w:hAnsiTheme="majorHAnsi" w:cstheme="majorHAnsi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2"/>
        <w:gridCol w:w="2169"/>
      </w:tblGrid>
      <w:tr w:rsidR="0039770A" w:rsidRPr="000B2F05" w14:paraId="0DEE9D88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D9D9D9" w:themeFill="background1" w:themeFillShade="D9"/>
            <w:vAlign w:val="center"/>
          </w:tcPr>
          <w:p w14:paraId="3EAC7456" w14:textId="1D859615" w:rsidR="00AB6764" w:rsidRDefault="006C4DEC" w:rsidP="007B1678">
            <w:pPr>
              <w:rPr>
                <w:rFonts w:asciiTheme="majorHAnsi" w:hAnsiTheme="majorHAnsi" w:cstheme="majorHAnsi"/>
                <w:b/>
                <w:lang w:val="sl-SI"/>
              </w:rPr>
            </w:pPr>
            <w:r w:rsidRPr="0049120A">
              <w:rPr>
                <w:rFonts w:asciiTheme="majorHAnsi" w:hAnsiTheme="majorHAnsi" w:cstheme="majorHAnsi"/>
                <w:b/>
                <w:lang w:val="sl-SI"/>
              </w:rPr>
              <w:t xml:space="preserve">Ekspertno svetovanje </w:t>
            </w:r>
            <w:r w:rsidR="00582A7D">
              <w:rPr>
                <w:rFonts w:asciiTheme="majorHAnsi" w:hAnsiTheme="majorHAnsi" w:cstheme="majorHAnsi"/>
                <w:b/>
                <w:lang w:val="sl-SI"/>
              </w:rPr>
              <w:t xml:space="preserve">potencialnemu </w:t>
            </w:r>
            <w:r w:rsidRPr="006C4DEC">
              <w:rPr>
                <w:rFonts w:asciiTheme="majorHAnsi" w:hAnsiTheme="majorHAnsi" w:cstheme="majorHAnsi"/>
                <w:b/>
                <w:lang w:val="sl-SI"/>
              </w:rPr>
              <w:t>podjetnik</w:t>
            </w:r>
            <w:r>
              <w:rPr>
                <w:rFonts w:asciiTheme="majorHAnsi" w:hAnsiTheme="majorHAnsi" w:cstheme="majorHAnsi"/>
                <w:b/>
                <w:lang w:val="sl-SI"/>
              </w:rPr>
              <w:t xml:space="preserve">u </w:t>
            </w:r>
            <w:r w:rsidR="00AB6764">
              <w:rPr>
                <w:rFonts w:asciiTheme="majorHAnsi" w:hAnsiTheme="majorHAnsi" w:cstheme="majorHAnsi"/>
                <w:b/>
                <w:lang w:val="sl-SI"/>
              </w:rPr>
              <w:t>/</w:t>
            </w:r>
          </w:p>
          <w:p w14:paraId="334C14AC" w14:textId="3C9D4753" w:rsidR="00D04363" w:rsidRPr="00A03DB6" w:rsidRDefault="003270E7" w:rsidP="00977079">
            <w:pPr>
              <w:rPr>
                <w:rFonts w:asciiTheme="majorHAnsi" w:hAnsiTheme="majorHAnsi" w:cstheme="majorHAnsi"/>
                <w:b/>
                <w:lang w:val="sl-SI"/>
              </w:rPr>
            </w:pPr>
            <w:r w:rsidRPr="003270E7">
              <w:rPr>
                <w:rFonts w:asciiTheme="majorHAnsi" w:hAnsiTheme="majorHAnsi" w:cstheme="majorHAnsi"/>
                <w:b/>
                <w:lang w:val="sl-SI"/>
              </w:rPr>
              <w:t xml:space="preserve">Razvoj in </w:t>
            </w:r>
            <w:proofErr w:type="spellStart"/>
            <w:r w:rsidRPr="003270E7">
              <w:rPr>
                <w:rFonts w:asciiTheme="majorHAnsi" w:hAnsiTheme="majorHAnsi" w:cstheme="majorHAnsi"/>
                <w:b/>
                <w:lang w:val="sl-SI"/>
              </w:rPr>
              <w:t>valuacija</w:t>
            </w:r>
            <w:proofErr w:type="spellEnd"/>
            <w:r w:rsidRPr="003270E7">
              <w:rPr>
                <w:rFonts w:asciiTheme="majorHAnsi" w:hAnsiTheme="majorHAnsi" w:cstheme="majorHAnsi"/>
                <w:b/>
                <w:lang w:val="sl-SI"/>
              </w:rPr>
              <w:t xml:space="preserve"> športn</w:t>
            </w:r>
            <w:r w:rsidR="00EC2B23">
              <w:rPr>
                <w:rFonts w:asciiTheme="majorHAnsi" w:hAnsiTheme="majorHAnsi" w:cstheme="majorHAnsi"/>
                <w:b/>
                <w:lang w:val="sl-SI"/>
              </w:rPr>
              <w:t>o-</w:t>
            </w:r>
            <w:proofErr w:type="spellStart"/>
            <w:r w:rsidRPr="003270E7">
              <w:rPr>
                <w:rFonts w:asciiTheme="majorHAnsi" w:hAnsiTheme="majorHAnsi" w:cstheme="majorHAnsi"/>
                <w:b/>
                <w:lang w:val="sl-SI"/>
              </w:rPr>
              <w:t>coaching</w:t>
            </w:r>
            <w:proofErr w:type="spellEnd"/>
            <w:r w:rsidRPr="003270E7">
              <w:rPr>
                <w:rFonts w:asciiTheme="majorHAnsi" w:hAnsiTheme="majorHAnsi" w:cstheme="majorHAnsi"/>
                <w:b/>
                <w:lang w:val="sl-SI"/>
              </w:rPr>
              <w:t xml:space="preserve"> programa</w:t>
            </w:r>
          </w:p>
        </w:tc>
        <w:tc>
          <w:tcPr>
            <w:tcW w:w="2169" w:type="dxa"/>
            <w:shd w:val="clear" w:color="auto" w:fill="D9D9D9" w:themeFill="background1" w:themeFillShade="D9"/>
            <w:vAlign w:val="center"/>
          </w:tcPr>
          <w:p w14:paraId="08C1CD53" w14:textId="77777777" w:rsidR="0039770A" w:rsidRPr="000B2F05" w:rsidRDefault="0050028C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b/>
                <w:bCs/>
                <w:lang w:val="sl-SI"/>
              </w:rPr>
            </w:pPr>
            <w:r w:rsidRPr="000B2F05">
              <w:rPr>
                <w:rFonts w:asciiTheme="majorHAnsi" w:hAnsiTheme="majorHAnsi" w:cstheme="majorHAnsi"/>
                <w:b/>
                <w:bCs/>
                <w:lang w:val="sl-SI"/>
              </w:rPr>
              <w:t>EUR</w:t>
            </w:r>
          </w:p>
        </w:tc>
      </w:tr>
      <w:tr w:rsidR="0039770A" w:rsidRPr="000B2F05" w14:paraId="4D510D91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auto"/>
            <w:vAlign w:val="center"/>
          </w:tcPr>
          <w:p w14:paraId="1C3C5AF9" w14:textId="3C75F425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>ekspertnega svetovanja</w:t>
            </w:r>
            <w:r w:rsidR="00215476" w:rsidRPr="000B2F05">
              <w:rPr>
                <w:rFonts w:asciiTheme="majorHAnsi" w:hAnsiTheme="majorHAnsi" w:cstheme="majorHAnsi"/>
                <w:lang w:val="sl-SI"/>
              </w:rPr>
              <w:t xml:space="preserve"> brez DDV</w:t>
            </w:r>
          </w:p>
        </w:tc>
        <w:tc>
          <w:tcPr>
            <w:tcW w:w="2169" w:type="dxa"/>
            <w:vAlign w:val="center"/>
          </w:tcPr>
          <w:p w14:paraId="527AD52D" w14:textId="263B6FAD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  <w:tr w:rsidR="0039770A" w:rsidRPr="000B2F05" w14:paraId="1C96E341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auto"/>
            <w:vAlign w:val="center"/>
          </w:tcPr>
          <w:p w14:paraId="580125D2" w14:textId="6403E976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 xml:space="preserve">ekspertnega svetovanja </w:t>
            </w:r>
            <w:r w:rsidRPr="000B2F05">
              <w:rPr>
                <w:rFonts w:asciiTheme="majorHAnsi" w:hAnsiTheme="majorHAnsi" w:cstheme="majorHAnsi"/>
                <w:bCs/>
                <w:lang w:val="sl-SI"/>
              </w:rPr>
              <w:t>z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DDV</w:t>
            </w:r>
          </w:p>
        </w:tc>
        <w:tc>
          <w:tcPr>
            <w:tcW w:w="2169" w:type="dxa"/>
            <w:vAlign w:val="center"/>
          </w:tcPr>
          <w:p w14:paraId="3F14D0B1" w14:textId="3C06B4EA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</w:tbl>
    <w:p w14:paraId="3AC73941" w14:textId="65306B07" w:rsidR="000B2F05" w:rsidRDefault="00156498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bookmarkStart w:id="2" w:name="_Hlk32431062"/>
      <w:r w:rsidRPr="000B2F05">
        <w:rPr>
          <w:rFonts w:asciiTheme="majorHAnsi" w:hAnsiTheme="majorHAnsi" w:cstheme="majorHAnsi"/>
          <w:lang w:val="sl-SI"/>
        </w:rPr>
        <w:t>Cena vključuje vse stroške izvedbe.</w:t>
      </w:r>
    </w:p>
    <w:p w14:paraId="0D86EAD9" w14:textId="74E6B0EB" w:rsidR="001B558B" w:rsidRDefault="001B558B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>
        <w:rPr>
          <w:rFonts w:asciiTheme="majorHAnsi" w:hAnsiTheme="majorHAnsi" w:cstheme="majorHAnsi"/>
          <w:lang w:val="sl-SI"/>
        </w:rPr>
        <w:t xml:space="preserve">Ponudba velja do </w:t>
      </w:r>
      <w:r w:rsidRPr="00366524">
        <w:rPr>
          <w:rFonts w:asciiTheme="majorHAnsi" w:hAnsiTheme="majorHAnsi" w:cstheme="majorHAnsi"/>
          <w:lang w:val="sl-SI"/>
        </w:rPr>
        <w:t>31.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12.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202</w:t>
      </w:r>
      <w:r w:rsidR="00EF3D9A" w:rsidRPr="00366524">
        <w:rPr>
          <w:rFonts w:asciiTheme="majorHAnsi" w:hAnsiTheme="majorHAnsi" w:cstheme="majorHAnsi"/>
          <w:lang w:val="sl-SI"/>
        </w:rPr>
        <w:t>5</w:t>
      </w:r>
      <w:r w:rsidR="00FC1381" w:rsidRPr="00366524">
        <w:rPr>
          <w:rFonts w:asciiTheme="majorHAnsi" w:hAnsiTheme="majorHAnsi" w:cstheme="majorHAnsi"/>
          <w:lang w:val="sl-SI"/>
        </w:rPr>
        <w:t>.</w:t>
      </w:r>
    </w:p>
    <w:bookmarkEnd w:id="2"/>
    <w:p w14:paraId="4B6B0A3D" w14:textId="77777777" w:rsidR="000B2F05" w:rsidRPr="000B2F05" w:rsidRDefault="000B2F05" w:rsidP="008002FA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p w14:paraId="4878960A" w14:textId="44B0E220" w:rsidR="002C67B9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Ponudbo pripravil:</w:t>
      </w:r>
      <w:r w:rsidR="00356502">
        <w:rPr>
          <w:rFonts w:asciiTheme="majorHAnsi" w:hAnsiTheme="majorHAnsi" w:cstheme="majorHAnsi"/>
          <w:bCs/>
        </w:rPr>
        <w:t xml:space="preserve"> </w:t>
      </w:r>
      <w:r w:rsidR="00110167" w:rsidRPr="000B2F05">
        <w:rPr>
          <w:rFonts w:asciiTheme="majorHAnsi" w:hAnsiTheme="majorHAnsi" w:cstheme="majorHAnsi"/>
          <w:bCs/>
        </w:rPr>
        <w:t xml:space="preserve"> </w:t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A91A27">
        <w:rPr>
          <w:rFonts w:asciiTheme="majorHAnsi" w:hAnsiTheme="majorHAnsi" w:cstheme="majorHAnsi"/>
          <w:bCs/>
        </w:rPr>
        <w:tab/>
      </w:r>
      <w:r w:rsidR="00C715CD" w:rsidRPr="000B2F05">
        <w:rPr>
          <w:rFonts w:asciiTheme="majorHAnsi" w:hAnsiTheme="majorHAnsi" w:cstheme="majorHAnsi"/>
          <w:bCs/>
          <w:color w:val="auto"/>
        </w:rPr>
        <w:t>Odgovorna oseba:</w:t>
      </w:r>
    </w:p>
    <w:p w14:paraId="424A54E7" w14:textId="77A9B5D0" w:rsidR="00A544F4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Kontakt:</w:t>
      </w:r>
      <w:r w:rsidR="00356502">
        <w:rPr>
          <w:rFonts w:asciiTheme="majorHAnsi" w:hAnsiTheme="majorHAnsi" w:cstheme="majorHAnsi"/>
          <w:bCs/>
        </w:rPr>
        <w:t xml:space="preserve"> </w:t>
      </w:r>
    </w:p>
    <w:p w14:paraId="07597C4E" w14:textId="50DFBF50" w:rsidR="008C6677" w:rsidRPr="00A91A27" w:rsidRDefault="00B30164" w:rsidP="00C715CD">
      <w:pPr>
        <w:pStyle w:val="Default"/>
        <w:spacing w:line="288" w:lineRule="auto"/>
        <w:rPr>
          <w:rFonts w:asciiTheme="majorHAnsi" w:hAnsiTheme="majorHAnsi" w:cstheme="majorHAnsi"/>
          <w:bCs/>
          <w:color w:val="auto"/>
        </w:rPr>
      </w:pP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</w:p>
    <w:p w14:paraId="5B94385B" w14:textId="6042D7F8" w:rsidR="005B3188" w:rsidRPr="00F4078C" w:rsidRDefault="00B30164" w:rsidP="00092985">
      <w:pPr>
        <w:pStyle w:val="Default"/>
        <w:spacing w:line="288" w:lineRule="auto"/>
        <w:ind w:left="2160" w:firstLine="720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Žig</w:t>
      </w:r>
    </w:p>
    <w:sectPr w:rsidR="005B3188" w:rsidRPr="00F4078C" w:rsidSect="005B3188">
      <w:headerReference w:type="default" r:id="rId8"/>
      <w:footerReference w:type="default" r:id="rId9"/>
      <w:pgSz w:w="11900" w:h="16840"/>
      <w:pgMar w:top="1985" w:right="1304" w:bottom="1418" w:left="2665" w:header="709" w:footer="11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6BA40" w14:textId="77777777" w:rsidR="00F75CB7" w:rsidRDefault="00F75CB7" w:rsidP="00862C6E">
      <w:r>
        <w:separator/>
      </w:r>
    </w:p>
  </w:endnote>
  <w:endnote w:type="continuationSeparator" w:id="0">
    <w:p w14:paraId="3D75CF56" w14:textId="77777777" w:rsidR="00F75CB7" w:rsidRDefault="00F75CB7" w:rsidP="00862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678C4" w14:textId="4B9117B4" w:rsidR="006A2788" w:rsidRPr="00E74BE6" w:rsidRDefault="005B3188" w:rsidP="006A2788">
    <w:pPr>
      <w:pStyle w:val="Noga"/>
      <w:rPr>
        <w:lang w:val="sl-SI"/>
      </w:rPr>
    </w:pPr>
    <w:bookmarkStart w:id="3" w:name="_Hlk124944054"/>
    <w:r w:rsidRPr="005B3188">
      <w:rPr>
        <w:noProof/>
        <w:sz w:val="22"/>
        <w:szCs w:val="22"/>
        <w:lang w:val="sl-SI"/>
      </w:rPr>
      <w:drawing>
        <wp:anchor distT="0" distB="0" distL="114300" distR="114300" simplePos="0" relativeHeight="251667456" behindDoc="1" locked="0" layoutInCell="1" allowOverlap="1" wp14:anchorId="1847301B" wp14:editId="7E0D3BDE">
          <wp:simplePos x="0" y="0"/>
          <wp:positionH relativeFrom="column">
            <wp:posOffset>2000250</wp:posOffset>
          </wp:positionH>
          <wp:positionV relativeFrom="paragraph">
            <wp:posOffset>-635</wp:posOffset>
          </wp:positionV>
          <wp:extent cx="3143250" cy="806520"/>
          <wp:effectExtent l="0" t="0" r="0" b="0"/>
          <wp:wrapNone/>
          <wp:docPr id="20" name="Slika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" name="Slika 3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3250" cy="806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E9816" w14:textId="77777777" w:rsidR="00F75CB7" w:rsidRDefault="00F75CB7" w:rsidP="00862C6E">
      <w:r>
        <w:separator/>
      </w:r>
    </w:p>
  </w:footnote>
  <w:footnote w:type="continuationSeparator" w:id="0">
    <w:p w14:paraId="4276EC89" w14:textId="77777777" w:rsidR="00F75CB7" w:rsidRDefault="00F75CB7" w:rsidP="00862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214B" w14:textId="5029F823" w:rsidR="00D94998" w:rsidRPr="00AA6BB0" w:rsidRDefault="00EF3D9A" w:rsidP="00AA6BB0">
    <w:pPr>
      <w:pStyle w:val="Glava"/>
    </w:pPr>
    <w:r>
      <w:rPr>
        <w:noProof/>
        <w:sz w:val="22"/>
        <w:szCs w:val="22"/>
        <w:lang w:val="sl-SI"/>
      </w:rPr>
      <w:drawing>
        <wp:anchor distT="0" distB="0" distL="114300" distR="114300" simplePos="0" relativeHeight="251665408" behindDoc="1" locked="0" layoutInCell="1" allowOverlap="1" wp14:anchorId="75213D97" wp14:editId="38407379">
          <wp:simplePos x="0" y="0"/>
          <wp:positionH relativeFrom="column">
            <wp:posOffset>-133350</wp:posOffset>
          </wp:positionH>
          <wp:positionV relativeFrom="paragraph">
            <wp:posOffset>-25400</wp:posOffset>
          </wp:positionV>
          <wp:extent cx="2285031" cy="669925"/>
          <wp:effectExtent l="0" t="0" r="0" b="0"/>
          <wp:wrapNone/>
          <wp:docPr id="19" name="Slika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5031" cy="669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645C9"/>
    <w:multiLevelType w:val="hybridMultilevel"/>
    <w:tmpl w:val="56CAFA02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D1D30"/>
    <w:multiLevelType w:val="hybridMultilevel"/>
    <w:tmpl w:val="E7A8DEA6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167DE"/>
    <w:multiLevelType w:val="hybridMultilevel"/>
    <w:tmpl w:val="D9EA9BFC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E7B54"/>
    <w:multiLevelType w:val="hybridMultilevel"/>
    <w:tmpl w:val="35C4EF34"/>
    <w:lvl w:ilvl="0" w:tplc="E898D06C">
      <w:start w:val="100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7624A9"/>
    <w:multiLevelType w:val="hybridMultilevel"/>
    <w:tmpl w:val="0488143C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7EBD"/>
    <w:multiLevelType w:val="hybridMultilevel"/>
    <w:tmpl w:val="CEEA8764"/>
    <w:lvl w:ilvl="0" w:tplc="B658F3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E3213"/>
    <w:multiLevelType w:val="hybridMultilevel"/>
    <w:tmpl w:val="57E8BF82"/>
    <w:lvl w:ilvl="0" w:tplc="E898D06C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0MLc0MDUytrQwMzJQ0lEKTi0uzszPAykwrwUA1xdS5SwAAAA="/>
  </w:docVars>
  <w:rsids>
    <w:rsidRoot w:val="003D5C14"/>
    <w:rsid w:val="000229FF"/>
    <w:rsid w:val="00051B4A"/>
    <w:rsid w:val="000549F9"/>
    <w:rsid w:val="000648B7"/>
    <w:rsid w:val="000919AF"/>
    <w:rsid w:val="00092985"/>
    <w:rsid w:val="00095F55"/>
    <w:rsid w:val="000B2F05"/>
    <w:rsid w:val="000B55F7"/>
    <w:rsid w:val="000C7545"/>
    <w:rsid w:val="00106282"/>
    <w:rsid w:val="00110167"/>
    <w:rsid w:val="00116AB7"/>
    <w:rsid w:val="001413A6"/>
    <w:rsid w:val="00153023"/>
    <w:rsid w:val="00156498"/>
    <w:rsid w:val="00187975"/>
    <w:rsid w:val="001A57CE"/>
    <w:rsid w:val="001B3533"/>
    <w:rsid w:val="001B558B"/>
    <w:rsid w:val="001D4C96"/>
    <w:rsid w:val="00215476"/>
    <w:rsid w:val="002715E7"/>
    <w:rsid w:val="00280A74"/>
    <w:rsid w:val="002A108E"/>
    <w:rsid w:val="002A4BB8"/>
    <w:rsid w:val="002B7DA4"/>
    <w:rsid w:val="002C34C8"/>
    <w:rsid w:val="002C665C"/>
    <w:rsid w:val="002C67B9"/>
    <w:rsid w:val="002D18E6"/>
    <w:rsid w:val="002E168E"/>
    <w:rsid w:val="00302412"/>
    <w:rsid w:val="00321116"/>
    <w:rsid w:val="003270E7"/>
    <w:rsid w:val="00356502"/>
    <w:rsid w:val="00363D30"/>
    <w:rsid w:val="00366524"/>
    <w:rsid w:val="00372D4B"/>
    <w:rsid w:val="003828B4"/>
    <w:rsid w:val="00394948"/>
    <w:rsid w:val="0039770A"/>
    <w:rsid w:val="003A0030"/>
    <w:rsid w:val="003A7112"/>
    <w:rsid w:val="003D5C14"/>
    <w:rsid w:val="003D7CB1"/>
    <w:rsid w:val="003F4F5F"/>
    <w:rsid w:val="0040674B"/>
    <w:rsid w:val="00410293"/>
    <w:rsid w:val="004102E1"/>
    <w:rsid w:val="00415294"/>
    <w:rsid w:val="00425160"/>
    <w:rsid w:val="00447C6A"/>
    <w:rsid w:val="0045358F"/>
    <w:rsid w:val="00456730"/>
    <w:rsid w:val="00461A9A"/>
    <w:rsid w:val="00463B90"/>
    <w:rsid w:val="0049120A"/>
    <w:rsid w:val="00492189"/>
    <w:rsid w:val="004A52F0"/>
    <w:rsid w:val="004B4E1F"/>
    <w:rsid w:val="004F0C22"/>
    <w:rsid w:val="0050028C"/>
    <w:rsid w:val="0050654F"/>
    <w:rsid w:val="00506B76"/>
    <w:rsid w:val="00514B8D"/>
    <w:rsid w:val="00554125"/>
    <w:rsid w:val="00556426"/>
    <w:rsid w:val="00573FFB"/>
    <w:rsid w:val="00577DC6"/>
    <w:rsid w:val="00582A7D"/>
    <w:rsid w:val="005A3023"/>
    <w:rsid w:val="005B1704"/>
    <w:rsid w:val="005B3188"/>
    <w:rsid w:val="005E21F2"/>
    <w:rsid w:val="005F0D1A"/>
    <w:rsid w:val="00603A0A"/>
    <w:rsid w:val="00624D20"/>
    <w:rsid w:val="0062541C"/>
    <w:rsid w:val="00643A20"/>
    <w:rsid w:val="006473AB"/>
    <w:rsid w:val="00684A87"/>
    <w:rsid w:val="006A2788"/>
    <w:rsid w:val="006A4456"/>
    <w:rsid w:val="006B2580"/>
    <w:rsid w:val="006B5253"/>
    <w:rsid w:val="006B52D6"/>
    <w:rsid w:val="006C227E"/>
    <w:rsid w:val="006C3D1F"/>
    <w:rsid w:val="006C4DEC"/>
    <w:rsid w:val="006F3A62"/>
    <w:rsid w:val="00726428"/>
    <w:rsid w:val="00737030"/>
    <w:rsid w:val="007513B1"/>
    <w:rsid w:val="00770CFE"/>
    <w:rsid w:val="0079684F"/>
    <w:rsid w:val="007A7757"/>
    <w:rsid w:val="007B1678"/>
    <w:rsid w:val="007B69EE"/>
    <w:rsid w:val="007C0FC8"/>
    <w:rsid w:val="007D0899"/>
    <w:rsid w:val="007D2DFF"/>
    <w:rsid w:val="007E3E4B"/>
    <w:rsid w:val="008002FA"/>
    <w:rsid w:val="0081057F"/>
    <w:rsid w:val="00826DB7"/>
    <w:rsid w:val="00832A98"/>
    <w:rsid w:val="00843350"/>
    <w:rsid w:val="00844414"/>
    <w:rsid w:val="00850EE3"/>
    <w:rsid w:val="00862C6E"/>
    <w:rsid w:val="00875620"/>
    <w:rsid w:val="008C2217"/>
    <w:rsid w:val="008C33F7"/>
    <w:rsid w:val="008C6677"/>
    <w:rsid w:val="008D0761"/>
    <w:rsid w:val="008E1B59"/>
    <w:rsid w:val="008F0F05"/>
    <w:rsid w:val="008F216C"/>
    <w:rsid w:val="00917D2E"/>
    <w:rsid w:val="00956C21"/>
    <w:rsid w:val="00964218"/>
    <w:rsid w:val="00977079"/>
    <w:rsid w:val="00984537"/>
    <w:rsid w:val="00991527"/>
    <w:rsid w:val="009943E8"/>
    <w:rsid w:val="009A1919"/>
    <w:rsid w:val="009A2893"/>
    <w:rsid w:val="009B19AE"/>
    <w:rsid w:val="009C2BB8"/>
    <w:rsid w:val="009E310A"/>
    <w:rsid w:val="00A003E7"/>
    <w:rsid w:val="00A032E2"/>
    <w:rsid w:val="00A03DB6"/>
    <w:rsid w:val="00A123BF"/>
    <w:rsid w:val="00A23DC0"/>
    <w:rsid w:val="00A31BEA"/>
    <w:rsid w:val="00A544F4"/>
    <w:rsid w:val="00A5489A"/>
    <w:rsid w:val="00A55A9B"/>
    <w:rsid w:val="00A57A0B"/>
    <w:rsid w:val="00A66781"/>
    <w:rsid w:val="00A91A27"/>
    <w:rsid w:val="00AA0C29"/>
    <w:rsid w:val="00AA6BB0"/>
    <w:rsid w:val="00AB15B3"/>
    <w:rsid w:val="00AB6764"/>
    <w:rsid w:val="00AE7168"/>
    <w:rsid w:val="00B038FA"/>
    <w:rsid w:val="00B07D4C"/>
    <w:rsid w:val="00B10E9E"/>
    <w:rsid w:val="00B1100C"/>
    <w:rsid w:val="00B13B73"/>
    <w:rsid w:val="00B231FC"/>
    <w:rsid w:val="00B24FBA"/>
    <w:rsid w:val="00B30164"/>
    <w:rsid w:val="00B302FB"/>
    <w:rsid w:val="00B74F22"/>
    <w:rsid w:val="00B81CAB"/>
    <w:rsid w:val="00B925BF"/>
    <w:rsid w:val="00B952D5"/>
    <w:rsid w:val="00B967E3"/>
    <w:rsid w:val="00BA12F5"/>
    <w:rsid w:val="00BA526D"/>
    <w:rsid w:val="00BC65F2"/>
    <w:rsid w:val="00BE352A"/>
    <w:rsid w:val="00BF0E48"/>
    <w:rsid w:val="00BF433C"/>
    <w:rsid w:val="00C327B8"/>
    <w:rsid w:val="00C358F5"/>
    <w:rsid w:val="00C37F0E"/>
    <w:rsid w:val="00C4436E"/>
    <w:rsid w:val="00C64347"/>
    <w:rsid w:val="00C715CD"/>
    <w:rsid w:val="00C71BFC"/>
    <w:rsid w:val="00C74DFD"/>
    <w:rsid w:val="00CA28A6"/>
    <w:rsid w:val="00CC7286"/>
    <w:rsid w:val="00CE1920"/>
    <w:rsid w:val="00D0206F"/>
    <w:rsid w:val="00D04363"/>
    <w:rsid w:val="00D127C8"/>
    <w:rsid w:val="00D1301C"/>
    <w:rsid w:val="00D3243B"/>
    <w:rsid w:val="00D428C8"/>
    <w:rsid w:val="00D90C24"/>
    <w:rsid w:val="00D92257"/>
    <w:rsid w:val="00D94998"/>
    <w:rsid w:val="00DA5CB3"/>
    <w:rsid w:val="00DA76D7"/>
    <w:rsid w:val="00DC3B38"/>
    <w:rsid w:val="00DC5981"/>
    <w:rsid w:val="00DD3EBE"/>
    <w:rsid w:val="00E159E4"/>
    <w:rsid w:val="00E36514"/>
    <w:rsid w:val="00E94C94"/>
    <w:rsid w:val="00E95EAC"/>
    <w:rsid w:val="00EB099C"/>
    <w:rsid w:val="00EB0A59"/>
    <w:rsid w:val="00EB293B"/>
    <w:rsid w:val="00EC19C3"/>
    <w:rsid w:val="00EC2B23"/>
    <w:rsid w:val="00EE1A88"/>
    <w:rsid w:val="00EE3A2F"/>
    <w:rsid w:val="00EF1118"/>
    <w:rsid w:val="00EF3D9A"/>
    <w:rsid w:val="00F0246E"/>
    <w:rsid w:val="00F02F14"/>
    <w:rsid w:val="00F2500F"/>
    <w:rsid w:val="00F4078C"/>
    <w:rsid w:val="00F75CB7"/>
    <w:rsid w:val="00FB7420"/>
    <w:rsid w:val="00FC1381"/>
    <w:rsid w:val="00FD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7CAE3A3"/>
  <w15:chartTrackingRefBased/>
  <w15:docId w15:val="{CB0E9DF6-7C2F-CE40-A631-95907DAC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62C6E"/>
    <w:rPr>
      <w:sz w:val="24"/>
      <w:szCs w:val="24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GlavaZnak">
    <w:name w:val="Glava Znak"/>
    <w:basedOn w:val="Privzetapisavaodstavka"/>
    <w:link w:val="Glava"/>
    <w:uiPriority w:val="99"/>
    <w:rsid w:val="00862C6E"/>
  </w:style>
  <w:style w:type="paragraph" w:styleId="Noga">
    <w:name w:val="footer"/>
    <w:basedOn w:val="Navaden"/>
    <w:link w:val="Nog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NogaZnak">
    <w:name w:val="Noga Znak"/>
    <w:basedOn w:val="Privzetapisavaodstavka"/>
    <w:link w:val="Noga"/>
    <w:uiPriority w:val="99"/>
    <w:rsid w:val="00862C6E"/>
  </w:style>
  <w:style w:type="paragraph" w:customStyle="1" w:styleId="Default">
    <w:name w:val="Default"/>
    <w:rsid w:val="004B4E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mrea">
    <w:name w:val="Table Grid"/>
    <w:basedOn w:val="Navadnatabela"/>
    <w:uiPriority w:val="39"/>
    <w:rsid w:val="00D02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39770A"/>
    <w:pPr>
      <w:spacing w:line="276" w:lineRule="auto"/>
      <w:ind w:left="720"/>
      <w:jc w:val="both"/>
    </w:pPr>
    <w:rPr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z\Desktop\03_SPOT_svetovanje_RS_E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03_SPOT_svetovanje_RS_EU</Template>
  <TotalTime>5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Tomaz</dc:creator>
  <cp:keywords/>
  <cp:lastModifiedBy>Nataša Kocjančič</cp:lastModifiedBy>
  <cp:revision>4</cp:revision>
  <cp:lastPrinted>2024-02-23T09:51:00Z</cp:lastPrinted>
  <dcterms:created xsi:type="dcterms:W3CDTF">2025-07-09T14:22:00Z</dcterms:created>
  <dcterms:modified xsi:type="dcterms:W3CDTF">2025-07-15T13:30:00Z</dcterms:modified>
</cp:coreProperties>
</file>