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A8F2A" w14:textId="77777777" w:rsidR="0050654F" w:rsidRPr="00841897" w:rsidRDefault="0050654F" w:rsidP="00862C6E">
      <w:pPr>
        <w:spacing w:line="312" w:lineRule="auto"/>
        <w:rPr>
          <w:rFonts w:ascii="Arial" w:hAnsi="Arial" w:cs="Arial"/>
          <w:b/>
          <w:noProof/>
          <w:color w:val="346271"/>
          <w:spacing w:val="10"/>
          <w:sz w:val="22"/>
          <w:szCs w:val="22"/>
          <w:lang w:val="sl-SI"/>
        </w:rPr>
      </w:pPr>
    </w:p>
    <w:p w14:paraId="333C5603" w14:textId="77777777" w:rsidR="005A3023" w:rsidRPr="00841897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</w:pP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Zavod Znanje Postojna, javni zavod</w:t>
      </w:r>
    </w:p>
    <w:p w14:paraId="1DD5E9D1" w14:textId="19F2A4B9" w:rsidR="00862C6E" w:rsidRPr="00841897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</w:pP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OE Podjetniški inkubator Perspektiva</w:t>
      </w:r>
    </w:p>
    <w:p w14:paraId="2BD73DCE" w14:textId="4702A7D1" w:rsidR="005A3023" w:rsidRPr="00841897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</w:pP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Velik</w:t>
      </w:r>
      <w:r w:rsidR="0060707B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i</w:t>
      </w: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 xml:space="preserve"> Otok 44b</w:t>
      </w:r>
    </w:p>
    <w:p w14:paraId="1CA50CF8" w14:textId="6331C77D" w:rsidR="005A3023" w:rsidRPr="00841897" w:rsidRDefault="005A3023" w:rsidP="00862C6E">
      <w:pPr>
        <w:spacing w:line="312" w:lineRule="auto"/>
        <w:rPr>
          <w:rFonts w:ascii="Arial" w:hAnsi="Arial" w:cs="Arial"/>
          <w:color w:val="346271"/>
          <w:spacing w:val="10"/>
          <w:sz w:val="22"/>
          <w:szCs w:val="22"/>
          <w:lang w:val="sl-SI"/>
        </w:rPr>
      </w:pP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6230 Postojna</w:t>
      </w:r>
    </w:p>
    <w:p w14:paraId="54CAEE4F" w14:textId="77777777" w:rsidR="00877A34" w:rsidRDefault="00877A34" w:rsidP="00F4078C">
      <w:pPr>
        <w:spacing w:line="312" w:lineRule="auto"/>
        <w:rPr>
          <w:rFonts w:asciiTheme="majorHAnsi" w:hAnsiTheme="majorHAnsi" w:cstheme="majorHAnsi"/>
          <w:lang w:val="sl-SI"/>
        </w:rPr>
      </w:pPr>
    </w:p>
    <w:p w14:paraId="52A5E060" w14:textId="0068EFFA" w:rsidR="00862C6E" w:rsidRPr="00AA67E4" w:rsidRDefault="00C4436E" w:rsidP="00F4078C">
      <w:pPr>
        <w:spacing w:line="312" w:lineRule="auto"/>
        <w:rPr>
          <w:rFonts w:ascii="Arial" w:hAnsi="Arial" w:cs="Arial"/>
          <w:spacing w:val="10"/>
          <w:lang w:val="sl-SI"/>
        </w:rPr>
      </w:pPr>
      <w:r w:rsidRPr="00AA67E4">
        <w:rPr>
          <w:rFonts w:ascii="Arial" w:hAnsi="Arial" w:cs="Arial"/>
          <w:noProof/>
          <w:spacing w:val="10"/>
          <w:lang w:val="sl-SI" w:eastAsia="sl-SI"/>
        </w:rPr>
        <w:drawing>
          <wp:anchor distT="0" distB="0" distL="114300" distR="114300" simplePos="0" relativeHeight="251658240" behindDoc="1" locked="1" layoutInCell="1" allowOverlap="1" wp14:anchorId="341CB05B" wp14:editId="63128A58">
            <wp:simplePos x="0" y="0"/>
            <wp:positionH relativeFrom="column">
              <wp:posOffset>-1069975</wp:posOffset>
            </wp:positionH>
            <wp:positionV relativeFrom="page">
              <wp:posOffset>3431540</wp:posOffset>
            </wp:positionV>
            <wp:extent cx="457835" cy="104140"/>
            <wp:effectExtent l="0" t="0" r="0" b="0"/>
            <wp:wrapNone/>
            <wp:docPr id="4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10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76DB" w:rsidRPr="00AA67E4">
        <w:rPr>
          <w:rFonts w:asciiTheme="majorHAnsi" w:hAnsiTheme="majorHAnsi" w:cstheme="majorHAnsi"/>
          <w:lang w:val="sl-SI"/>
        </w:rPr>
        <w:t xml:space="preserve">Kraj in datum: </w:t>
      </w:r>
      <w:r w:rsidR="0060707B" w:rsidRPr="00AA67E4">
        <w:rPr>
          <w:rFonts w:asciiTheme="majorHAnsi" w:hAnsiTheme="majorHAnsi" w:cstheme="majorHAnsi"/>
          <w:lang w:val="sl-SI"/>
        </w:rPr>
        <w:t>…….</w:t>
      </w:r>
    </w:p>
    <w:p w14:paraId="409DA9AD" w14:textId="77777777" w:rsidR="00643A20" w:rsidRPr="00841897" w:rsidRDefault="00643A20" w:rsidP="00862C6E">
      <w:pPr>
        <w:spacing w:line="360" w:lineRule="auto"/>
        <w:rPr>
          <w:rFonts w:asciiTheme="majorHAnsi" w:hAnsiTheme="majorHAnsi" w:cstheme="majorHAnsi"/>
          <w:sz w:val="22"/>
          <w:szCs w:val="22"/>
          <w:lang w:val="sl-SI"/>
        </w:rPr>
      </w:pPr>
    </w:p>
    <w:p w14:paraId="35177667" w14:textId="430D46C8" w:rsidR="009B19AE" w:rsidRPr="00AA67E4" w:rsidRDefault="00394948" w:rsidP="00862C6E">
      <w:pPr>
        <w:spacing w:line="360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Ponudba</w:t>
      </w:r>
      <w:r w:rsidR="006C227E" w:rsidRPr="00AA67E4">
        <w:rPr>
          <w:rFonts w:asciiTheme="majorHAnsi" w:hAnsiTheme="majorHAnsi" w:cstheme="majorHAnsi"/>
          <w:b/>
          <w:lang w:val="sl-SI"/>
        </w:rPr>
        <w:t xml:space="preserve"> za </w:t>
      </w:r>
      <w:r w:rsidR="0039770A" w:rsidRPr="00AA67E4">
        <w:rPr>
          <w:rFonts w:asciiTheme="majorHAnsi" w:hAnsiTheme="majorHAnsi" w:cstheme="majorHAnsi"/>
          <w:b/>
          <w:lang w:val="sl-SI"/>
        </w:rPr>
        <w:t xml:space="preserve">izvedbo aktivnosti v okviru </w:t>
      </w:r>
      <w:r w:rsidR="00215476" w:rsidRPr="00AA67E4">
        <w:rPr>
          <w:rFonts w:asciiTheme="majorHAnsi" w:hAnsiTheme="majorHAnsi" w:cstheme="majorHAnsi"/>
          <w:b/>
          <w:lang w:val="sl-SI"/>
        </w:rPr>
        <w:t>Javni razpis za zagotavljanje celovitih storitev za potencialne podjetnike in podjetja preko podpornih institucij za obdobje od 2023 do 2025</w:t>
      </w:r>
      <w:r w:rsidR="0039770A" w:rsidRPr="00AA67E4">
        <w:rPr>
          <w:rFonts w:asciiTheme="majorHAnsi" w:hAnsiTheme="majorHAnsi" w:cstheme="majorHAnsi"/>
          <w:b/>
          <w:lang w:val="sl-SI"/>
        </w:rPr>
        <w:t xml:space="preserve"> – </w:t>
      </w:r>
      <w:r w:rsidR="00215476" w:rsidRPr="00AA67E4">
        <w:rPr>
          <w:rFonts w:asciiTheme="majorHAnsi" w:hAnsiTheme="majorHAnsi" w:cstheme="majorHAnsi"/>
          <w:b/>
          <w:lang w:val="sl-SI"/>
        </w:rPr>
        <w:t>Dogodek</w:t>
      </w:r>
      <w:r w:rsidR="004276DB" w:rsidRPr="00AA67E4">
        <w:rPr>
          <w:rFonts w:asciiTheme="majorHAnsi" w:hAnsiTheme="majorHAnsi" w:cstheme="majorHAnsi"/>
          <w:b/>
          <w:lang w:val="sl-SI"/>
        </w:rPr>
        <w:t xml:space="preserve"> </w:t>
      </w:r>
      <w:r w:rsidR="00FE4581">
        <w:rPr>
          <w:rFonts w:asciiTheme="majorHAnsi" w:hAnsiTheme="majorHAnsi" w:cstheme="majorHAnsi"/>
          <w:b/>
          <w:lang w:val="sl-SI"/>
        </w:rPr>
        <w:t xml:space="preserve">promocije in informiranja, </w:t>
      </w:r>
      <w:bookmarkStart w:id="0" w:name="_Hlk190086902"/>
      <w:proofErr w:type="spellStart"/>
      <w:r w:rsidR="00FE4581">
        <w:rPr>
          <w:rFonts w:asciiTheme="majorHAnsi" w:hAnsiTheme="majorHAnsi" w:cstheme="majorHAnsi"/>
          <w:b/>
          <w:lang w:val="sl-SI"/>
        </w:rPr>
        <w:t>Mreženjski</w:t>
      </w:r>
      <w:proofErr w:type="spellEnd"/>
      <w:r w:rsidR="00FE4581">
        <w:rPr>
          <w:rFonts w:asciiTheme="majorHAnsi" w:hAnsiTheme="majorHAnsi" w:cstheme="majorHAnsi"/>
          <w:b/>
          <w:lang w:val="sl-SI"/>
        </w:rPr>
        <w:t xml:space="preserve"> dogodek Omreži se-Poveži se </w:t>
      </w:r>
      <w:r w:rsidR="00AE38A7">
        <w:rPr>
          <w:rFonts w:asciiTheme="majorHAnsi" w:hAnsiTheme="majorHAnsi" w:cstheme="majorHAnsi"/>
          <w:b/>
          <w:lang w:val="sl-SI"/>
        </w:rPr>
        <w:t>»</w:t>
      </w:r>
      <w:r w:rsidR="00FE4581">
        <w:rPr>
          <w:rFonts w:asciiTheme="majorHAnsi" w:hAnsiTheme="majorHAnsi" w:cstheme="majorHAnsi"/>
          <w:b/>
          <w:lang w:val="sl-SI"/>
        </w:rPr>
        <w:t xml:space="preserve">Ženske z vizijo </w:t>
      </w:r>
      <w:r w:rsidR="000C6525">
        <w:rPr>
          <w:rFonts w:asciiTheme="majorHAnsi" w:hAnsiTheme="majorHAnsi" w:cstheme="majorHAnsi"/>
          <w:b/>
          <w:lang w:val="sl-SI"/>
        </w:rPr>
        <w:t>6</w:t>
      </w:r>
      <w:r w:rsidR="00FE4581">
        <w:rPr>
          <w:rFonts w:asciiTheme="majorHAnsi" w:hAnsiTheme="majorHAnsi" w:cstheme="majorHAnsi"/>
          <w:b/>
          <w:lang w:val="sl-SI"/>
        </w:rPr>
        <w:t>.0</w:t>
      </w:r>
      <w:r w:rsidR="00AE38A7">
        <w:rPr>
          <w:rFonts w:asciiTheme="majorHAnsi" w:hAnsiTheme="majorHAnsi" w:cstheme="majorHAnsi"/>
          <w:b/>
          <w:lang w:val="sl-SI"/>
        </w:rPr>
        <w:t>«</w:t>
      </w:r>
    </w:p>
    <w:bookmarkEnd w:id="0"/>
    <w:p w14:paraId="738D1B9E" w14:textId="77777777" w:rsidR="00841897" w:rsidRPr="00AA67E4" w:rsidRDefault="00841897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</w:p>
    <w:p w14:paraId="516F7E69" w14:textId="7BA54246" w:rsidR="00B038FA" w:rsidRPr="00AA67E4" w:rsidRDefault="00394948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PONUDNIK</w:t>
      </w:r>
    </w:p>
    <w:p w14:paraId="3B014ADA" w14:textId="13ADD543" w:rsidR="00841897" w:rsidRPr="00AA67E4" w:rsidRDefault="00F4078C" w:rsidP="00841897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 xml:space="preserve">Naziv: </w:t>
      </w:r>
    </w:p>
    <w:p w14:paraId="24A800CC" w14:textId="0EDB1441" w:rsidR="00321116" w:rsidRPr="00AA67E4" w:rsidRDefault="00F4078C" w:rsidP="00577DC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Naslov:</w:t>
      </w:r>
      <w:r w:rsidR="00841897" w:rsidRPr="00AA67E4">
        <w:rPr>
          <w:rFonts w:asciiTheme="majorHAnsi" w:hAnsiTheme="majorHAnsi" w:cstheme="majorHAnsi"/>
          <w:b/>
          <w:lang w:val="sl-SI"/>
        </w:rPr>
        <w:t xml:space="preserve"> </w:t>
      </w:r>
    </w:p>
    <w:p w14:paraId="34279E09" w14:textId="05A4BBD6" w:rsidR="00321116" w:rsidRPr="00AA67E4" w:rsidRDefault="00F4078C" w:rsidP="00577DC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 xml:space="preserve">Poštna številka in pošta: </w:t>
      </w:r>
    </w:p>
    <w:p w14:paraId="242BEFF6" w14:textId="1BC6B964" w:rsidR="00956C21" w:rsidRPr="00AA67E4" w:rsidRDefault="00321116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Davčna št.:</w:t>
      </w:r>
      <w:r w:rsidR="00793B9E" w:rsidRPr="00AA67E4">
        <w:rPr>
          <w:rFonts w:asciiTheme="majorHAnsi" w:hAnsiTheme="majorHAnsi" w:cstheme="majorHAnsi"/>
          <w:b/>
          <w:lang w:val="sl-SI"/>
        </w:rPr>
        <w:t xml:space="preserve"> </w:t>
      </w:r>
    </w:p>
    <w:p w14:paraId="6CB13335" w14:textId="77777777" w:rsidR="00F4078C" w:rsidRPr="00AA67E4" w:rsidRDefault="00F4078C" w:rsidP="00577DC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</w:p>
    <w:p w14:paraId="70E100CD" w14:textId="41AF0243" w:rsidR="006C227E" w:rsidRPr="00AA67E4" w:rsidRDefault="0039770A" w:rsidP="0032111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AA67E4">
        <w:rPr>
          <w:rFonts w:asciiTheme="majorHAnsi" w:hAnsiTheme="majorHAnsi" w:cstheme="majorHAnsi"/>
          <w:lang w:val="sl-SI"/>
        </w:rPr>
        <w:t>Na podlagi prejetega povpraševanja podajamo naslednjo ponudbo</w:t>
      </w:r>
      <w:r w:rsidR="00B1100C" w:rsidRPr="00AA67E4">
        <w:rPr>
          <w:rFonts w:asciiTheme="majorHAnsi" w:hAnsiTheme="majorHAnsi" w:cstheme="majorHAnsi"/>
          <w:lang w:val="sl-SI"/>
        </w:rPr>
        <w:t xml:space="preserve"> za</w:t>
      </w:r>
      <w:r w:rsidR="001413A6" w:rsidRPr="00AA67E4">
        <w:rPr>
          <w:rFonts w:asciiTheme="majorHAnsi" w:hAnsiTheme="majorHAnsi" w:cstheme="majorHAnsi"/>
          <w:lang w:val="sl-SI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0"/>
        <w:gridCol w:w="2681"/>
      </w:tblGrid>
      <w:tr w:rsidR="0039770A" w:rsidRPr="00AA67E4" w14:paraId="0DEE9D88" w14:textId="77777777" w:rsidTr="00136C39">
        <w:trPr>
          <w:trHeight w:val="525"/>
          <w:jc w:val="center"/>
        </w:trPr>
        <w:tc>
          <w:tcPr>
            <w:tcW w:w="5240" w:type="dxa"/>
            <w:shd w:val="clear" w:color="auto" w:fill="D9D9D9" w:themeFill="background1" w:themeFillShade="D9"/>
            <w:vAlign w:val="center"/>
          </w:tcPr>
          <w:p w14:paraId="3DBF955A" w14:textId="04E1B03D" w:rsidR="00AA67E4" w:rsidRDefault="00215476" w:rsidP="007B1678">
            <w:pPr>
              <w:rPr>
                <w:rFonts w:asciiTheme="majorHAnsi" w:hAnsiTheme="majorHAnsi" w:cstheme="majorHAnsi"/>
                <w:lang w:val="sl-SI"/>
              </w:rPr>
            </w:pPr>
            <w:r w:rsidRPr="00AA67E4">
              <w:rPr>
                <w:rFonts w:asciiTheme="majorHAnsi" w:hAnsiTheme="majorHAnsi" w:cstheme="majorHAnsi"/>
                <w:lang w:val="sl-SI"/>
              </w:rPr>
              <w:t xml:space="preserve">Dogodek </w:t>
            </w:r>
            <w:r w:rsidR="00FE4581">
              <w:rPr>
                <w:rFonts w:asciiTheme="majorHAnsi" w:hAnsiTheme="majorHAnsi" w:cstheme="majorHAnsi"/>
                <w:lang w:val="sl-SI"/>
              </w:rPr>
              <w:t>promocije in informiranja</w:t>
            </w:r>
            <w:r w:rsidR="00D04363" w:rsidRPr="00AA67E4">
              <w:rPr>
                <w:rFonts w:asciiTheme="majorHAnsi" w:hAnsiTheme="majorHAnsi" w:cstheme="majorHAnsi"/>
                <w:lang w:val="sl-SI"/>
              </w:rPr>
              <w:t>:</w:t>
            </w:r>
          </w:p>
          <w:p w14:paraId="0F2F9A86" w14:textId="77777777" w:rsidR="00FE4581" w:rsidRDefault="00FE4581" w:rsidP="00FE4581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lang w:val="sl-SI"/>
              </w:rPr>
            </w:pPr>
            <w:proofErr w:type="spellStart"/>
            <w:r>
              <w:rPr>
                <w:rFonts w:asciiTheme="majorHAnsi" w:hAnsiTheme="majorHAnsi" w:cstheme="majorHAnsi"/>
                <w:b/>
                <w:lang w:val="sl-SI"/>
              </w:rPr>
              <w:t>Mreženjski</w:t>
            </w:r>
            <w:proofErr w:type="spellEnd"/>
            <w:r>
              <w:rPr>
                <w:rFonts w:asciiTheme="majorHAnsi" w:hAnsiTheme="majorHAnsi" w:cstheme="majorHAnsi"/>
                <w:b/>
                <w:lang w:val="sl-SI"/>
              </w:rPr>
              <w:t xml:space="preserve"> dogodek Omreži se-Poveži se</w:t>
            </w:r>
          </w:p>
          <w:p w14:paraId="334C14AC" w14:textId="7E1CDA86" w:rsidR="00D04363" w:rsidRPr="009D0FE5" w:rsidRDefault="00AE38A7" w:rsidP="00FE4581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lang w:val="sl-SI"/>
              </w:rPr>
            </w:pPr>
            <w:r>
              <w:rPr>
                <w:rFonts w:asciiTheme="majorHAnsi" w:hAnsiTheme="majorHAnsi" w:cstheme="majorHAnsi"/>
                <w:b/>
                <w:lang w:val="sl-SI"/>
              </w:rPr>
              <w:t>»</w:t>
            </w:r>
            <w:r w:rsidR="00FE4581">
              <w:rPr>
                <w:rFonts w:asciiTheme="majorHAnsi" w:hAnsiTheme="majorHAnsi" w:cstheme="majorHAnsi"/>
                <w:b/>
                <w:lang w:val="sl-SI"/>
              </w:rPr>
              <w:t xml:space="preserve">Ženske z vizijo </w:t>
            </w:r>
            <w:r w:rsidR="000C6525">
              <w:rPr>
                <w:rFonts w:asciiTheme="majorHAnsi" w:hAnsiTheme="majorHAnsi" w:cstheme="majorHAnsi"/>
                <w:b/>
                <w:lang w:val="sl-SI"/>
              </w:rPr>
              <w:t>6</w:t>
            </w:r>
            <w:r w:rsidR="00FE4581">
              <w:rPr>
                <w:rFonts w:asciiTheme="majorHAnsi" w:hAnsiTheme="majorHAnsi" w:cstheme="majorHAnsi"/>
                <w:b/>
                <w:lang w:val="sl-SI"/>
              </w:rPr>
              <w:t>.0</w:t>
            </w:r>
            <w:r>
              <w:rPr>
                <w:rFonts w:asciiTheme="majorHAnsi" w:hAnsiTheme="majorHAnsi" w:cstheme="majorHAnsi"/>
                <w:b/>
                <w:lang w:val="sl-SI"/>
              </w:rPr>
              <w:t>«</w:t>
            </w:r>
          </w:p>
        </w:tc>
        <w:tc>
          <w:tcPr>
            <w:tcW w:w="2681" w:type="dxa"/>
            <w:shd w:val="clear" w:color="auto" w:fill="D9D9D9" w:themeFill="background1" w:themeFillShade="D9"/>
            <w:vAlign w:val="center"/>
          </w:tcPr>
          <w:p w14:paraId="08C1CD53" w14:textId="77777777" w:rsidR="0039770A" w:rsidRPr="00AA67E4" w:rsidRDefault="0050028C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b/>
                <w:bCs/>
                <w:lang w:val="sl-SI"/>
              </w:rPr>
            </w:pPr>
            <w:r w:rsidRPr="00AA67E4">
              <w:rPr>
                <w:rFonts w:asciiTheme="majorHAnsi" w:hAnsiTheme="majorHAnsi" w:cstheme="majorHAnsi"/>
                <w:b/>
                <w:bCs/>
                <w:lang w:val="sl-SI"/>
              </w:rPr>
              <w:t>EUR</w:t>
            </w:r>
          </w:p>
        </w:tc>
      </w:tr>
      <w:tr w:rsidR="0039770A" w:rsidRPr="00AA67E4" w14:paraId="4D510D91" w14:textId="77777777" w:rsidTr="00136C39">
        <w:trPr>
          <w:trHeight w:val="525"/>
          <w:jc w:val="center"/>
        </w:trPr>
        <w:tc>
          <w:tcPr>
            <w:tcW w:w="5240" w:type="dxa"/>
            <w:shd w:val="clear" w:color="auto" w:fill="auto"/>
            <w:vAlign w:val="center"/>
          </w:tcPr>
          <w:p w14:paraId="1C3C5AF9" w14:textId="0DAC8EEE" w:rsidR="001413A6" w:rsidRPr="00136C39" w:rsidRDefault="0039770A" w:rsidP="00AA67E4">
            <w:pPr>
              <w:spacing w:line="288" w:lineRule="auto"/>
              <w:rPr>
                <w:rFonts w:asciiTheme="majorHAnsi" w:hAnsiTheme="majorHAnsi" w:cstheme="majorHAnsi"/>
                <w:b/>
                <w:lang w:val="sl-SI"/>
              </w:rPr>
            </w:pPr>
            <w:r w:rsidRPr="00AA67E4">
              <w:rPr>
                <w:rFonts w:asciiTheme="majorHAnsi" w:hAnsiTheme="majorHAnsi" w:cstheme="majorHAnsi"/>
                <w:lang w:val="sl-SI"/>
              </w:rPr>
              <w:t xml:space="preserve">Cena izvedbe </w:t>
            </w:r>
            <w:r w:rsidR="00215476" w:rsidRPr="00AA67E4">
              <w:rPr>
                <w:rFonts w:asciiTheme="majorHAnsi" w:hAnsiTheme="majorHAnsi" w:cstheme="majorHAnsi"/>
                <w:lang w:val="sl-SI"/>
              </w:rPr>
              <w:t>dogodka</w:t>
            </w:r>
            <w:r w:rsidR="00136C39">
              <w:rPr>
                <w:rFonts w:asciiTheme="majorHAnsi" w:hAnsiTheme="majorHAnsi" w:cstheme="majorHAnsi"/>
                <w:b/>
                <w:lang w:val="sl-SI"/>
              </w:rPr>
              <w:t xml:space="preserve"> </w:t>
            </w:r>
            <w:r w:rsidR="00215476" w:rsidRPr="00AA67E4">
              <w:rPr>
                <w:rFonts w:asciiTheme="majorHAnsi" w:hAnsiTheme="majorHAnsi" w:cstheme="majorHAnsi"/>
                <w:lang w:val="sl-SI"/>
              </w:rPr>
              <w:t>brez DDV</w:t>
            </w:r>
          </w:p>
        </w:tc>
        <w:tc>
          <w:tcPr>
            <w:tcW w:w="2681" w:type="dxa"/>
            <w:vAlign w:val="center"/>
          </w:tcPr>
          <w:p w14:paraId="527AD52D" w14:textId="3B4C6418" w:rsidR="0039770A" w:rsidRPr="00AA67E4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  <w:tr w:rsidR="0039770A" w:rsidRPr="00AA67E4" w14:paraId="1C96E341" w14:textId="77777777" w:rsidTr="00136C39">
        <w:trPr>
          <w:trHeight w:val="525"/>
          <w:jc w:val="center"/>
        </w:trPr>
        <w:tc>
          <w:tcPr>
            <w:tcW w:w="5240" w:type="dxa"/>
            <w:shd w:val="clear" w:color="auto" w:fill="auto"/>
            <w:vAlign w:val="center"/>
          </w:tcPr>
          <w:p w14:paraId="580125D2" w14:textId="5790C415" w:rsidR="001413A6" w:rsidRPr="00136C39" w:rsidRDefault="0039770A" w:rsidP="00AA67E4">
            <w:pPr>
              <w:spacing w:line="288" w:lineRule="auto"/>
              <w:rPr>
                <w:rFonts w:asciiTheme="majorHAnsi" w:hAnsiTheme="majorHAnsi" w:cstheme="majorHAnsi"/>
                <w:b/>
                <w:lang w:val="sl-SI"/>
              </w:rPr>
            </w:pPr>
            <w:r w:rsidRPr="00AA67E4">
              <w:rPr>
                <w:rFonts w:asciiTheme="majorHAnsi" w:hAnsiTheme="majorHAnsi" w:cstheme="majorHAnsi"/>
                <w:lang w:val="sl-SI"/>
              </w:rPr>
              <w:t xml:space="preserve">Cena izvedbe </w:t>
            </w:r>
            <w:r w:rsidR="000B2F05" w:rsidRPr="00AA67E4">
              <w:rPr>
                <w:rFonts w:asciiTheme="majorHAnsi" w:hAnsiTheme="majorHAnsi" w:cstheme="majorHAnsi"/>
                <w:lang w:val="sl-SI"/>
              </w:rPr>
              <w:t>dogodka</w:t>
            </w:r>
            <w:r w:rsidR="00136C39">
              <w:rPr>
                <w:rFonts w:asciiTheme="majorHAnsi" w:hAnsiTheme="majorHAnsi" w:cstheme="majorHAnsi"/>
                <w:b/>
                <w:lang w:val="sl-SI"/>
              </w:rPr>
              <w:t xml:space="preserve"> </w:t>
            </w:r>
            <w:r w:rsidRPr="00AA67E4">
              <w:rPr>
                <w:rFonts w:asciiTheme="majorHAnsi" w:hAnsiTheme="majorHAnsi" w:cstheme="majorHAnsi"/>
                <w:bCs/>
                <w:lang w:val="sl-SI"/>
              </w:rPr>
              <w:t>z</w:t>
            </w:r>
            <w:r w:rsidRPr="00AA67E4">
              <w:rPr>
                <w:rFonts w:asciiTheme="majorHAnsi" w:hAnsiTheme="majorHAnsi" w:cstheme="majorHAnsi"/>
                <w:lang w:val="sl-SI"/>
              </w:rPr>
              <w:t xml:space="preserve"> DDV</w:t>
            </w:r>
          </w:p>
        </w:tc>
        <w:tc>
          <w:tcPr>
            <w:tcW w:w="2681" w:type="dxa"/>
            <w:vAlign w:val="center"/>
          </w:tcPr>
          <w:p w14:paraId="3F14D0B1" w14:textId="7D4632B1" w:rsidR="00793B9E" w:rsidRPr="00AA67E4" w:rsidRDefault="00793B9E" w:rsidP="00793B9E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</w:tbl>
    <w:p w14:paraId="3AC73941" w14:textId="08BC421C" w:rsidR="000B2F05" w:rsidRPr="00AA67E4" w:rsidRDefault="00156498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bookmarkStart w:id="1" w:name="_Hlk32431062"/>
      <w:r w:rsidRPr="00AA67E4">
        <w:rPr>
          <w:rFonts w:asciiTheme="majorHAnsi" w:hAnsiTheme="majorHAnsi" w:cstheme="majorHAnsi"/>
          <w:lang w:val="sl-SI"/>
        </w:rPr>
        <w:t>Cena vključuje vse stroške izvedbe.</w:t>
      </w:r>
    </w:p>
    <w:p w14:paraId="1F60325B" w14:textId="0A8C5E09" w:rsidR="00415294" w:rsidRPr="00AA67E4" w:rsidRDefault="00156498" w:rsidP="0032111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AA67E4">
        <w:rPr>
          <w:rFonts w:asciiTheme="majorHAnsi" w:hAnsiTheme="majorHAnsi" w:cstheme="majorHAnsi"/>
          <w:lang w:val="sl-SI"/>
        </w:rPr>
        <w:t xml:space="preserve">Računu </w:t>
      </w:r>
      <w:r w:rsidR="004276DB" w:rsidRPr="00AA67E4">
        <w:rPr>
          <w:rFonts w:asciiTheme="majorHAnsi" w:hAnsiTheme="majorHAnsi" w:cstheme="majorHAnsi"/>
          <w:lang w:val="sl-SI"/>
        </w:rPr>
        <w:t>bo</w:t>
      </w:r>
      <w:r w:rsidR="004102E1" w:rsidRPr="00AA67E4">
        <w:rPr>
          <w:rFonts w:asciiTheme="majorHAnsi" w:hAnsiTheme="majorHAnsi" w:cstheme="majorHAnsi"/>
          <w:lang w:val="sl-SI"/>
        </w:rPr>
        <w:t xml:space="preserve"> </w:t>
      </w:r>
      <w:r w:rsidRPr="00AA67E4">
        <w:rPr>
          <w:rFonts w:asciiTheme="majorHAnsi" w:hAnsiTheme="majorHAnsi" w:cstheme="majorHAnsi"/>
          <w:lang w:val="sl-SI"/>
        </w:rPr>
        <w:t>predlož</w:t>
      </w:r>
      <w:r w:rsidR="004276DB" w:rsidRPr="00AA67E4">
        <w:rPr>
          <w:rFonts w:asciiTheme="majorHAnsi" w:hAnsiTheme="majorHAnsi" w:cstheme="majorHAnsi"/>
          <w:lang w:val="sl-SI"/>
        </w:rPr>
        <w:t xml:space="preserve">eno </w:t>
      </w:r>
      <w:r w:rsidRPr="00AA67E4">
        <w:rPr>
          <w:rFonts w:asciiTheme="majorHAnsi" w:hAnsiTheme="majorHAnsi" w:cstheme="majorHAnsi"/>
          <w:lang w:val="sl-SI"/>
        </w:rPr>
        <w:t>poročilo o opravljeni storitvi.</w:t>
      </w:r>
      <w:bookmarkEnd w:id="1"/>
    </w:p>
    <w:p w14:paraId="4B6B0A3D" w14:textId="77777777" w:rsidR="000B2F05" w:rsidRPr="00AA67E4" w:rsidRDefault="000B2F05" w:rsidP="008002FA">
      <w:pPr>
        <w:pStyle w:val="Default"/>
        <w:spacing w:line="288" w:lineRule="auto"/>
        <w:rPr>
          <w:rFonts w:asciiTheme="majorHAnsi" w:hAnsiTheme="majorHAnsi" w:cstheme="majorHAnsi"/>
          <w:bCs/>
        </w:rPr>
      </w:pPr>
    </w:p>
    <w:p w14:paraId="4878960A" w14:textId="0913A019" w:rsidR="002C67B9" w:rsidRPr="00AA67E4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AA67E4">
        <w:rPr>
          <w:rFonts w:asciiTheme="majorHAnsi" w:hAnsiTheme="majorHAnsi" w:cstheme="majorHAnsi"/>
          <w:bCs/>
        </w:rPr>
        <w:t>Ponudbo pripravil:</w:t>
      </w:r>
      <w:r w:rsidR="00110167" w:rsidRPr="00AA67E4">
        <w:rPr>
          <w:rFonts w:asciiTheme="majorHAnsi" w:hAnsiTheme="majorHAnsi" w:cstheme="majorHAnsi"/>
          <w:bCs/>
        </w:rPr>
        <w:t xml:space="preserve"> </w:t>
      </w:r>
    </w:p>
    <w:p w14:paraId="677E540F" w14:textId="1EBF0C76" w:rsidR="00B30164" w:rsidRPr="00AA67E4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AA67E4">
        <w:rPr>
          <w:rFonts w:asciiTheme="majorHAnsi" w:hAnsiTheme="majorHAnsi" w:cstheme="majorHAnsi"/>
          <w:bCs/>
        </w:rPr>
        <w:t>Kontakt:</w:t>
      </w:r>
      <w:r w:rsidR="00110167" w:rsidRPr="00AA67E4">
        <w:rPr>
          <w:rFonts w:asciiTheme="majorHAnsi" w:hAnsiTheme="majorHAnsi" w:cstheme="majorHAnsi"/>
          <w:bCs/>
        </w:rPr>
        <w:t xml:space="preserve"> </w:t>
      </w:r>
    </w:p>
    <w:p w14:paraId="746BB078" w14:textId="0373CBC9" w:rsidR="00B30164" w:rsidRPr="00841897" w:rsidRDefault="00B30164" w:rsidP="002C67B9">
      <w:pPr>
        <w:pStyle w:val="Default"/>
        <w:spacing w:line="288" w:lineRule="auto"/>
        <w:rPr>
          <w:rFonts w:asciiTheme="majorHAnsi" w:hAnsiTheme="majorHAnsi" w:cstheme="majorHAnsi"/>
          <w:bCs/>
          <w:color w:val="auto"/>
          <w:sz w:val="22"/>
          <w:szCs w:val="22"/>
        </w:rPr>
      </w:pP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="00B038FA" w:rsidRPr="00841897">
        <w:rPr>
          <w:rFonts w:asciiTheme="majorHAnsi" w:hAnsiTheme="majorHAnsi" w:cstheme="majorHAnsi"/>
          <w:bCs/>
          <w:color w:val="auto"/>
          <w:sz w:val="22"/>
          <w:szCs w:val="22"/>
        </w:rPr>
        <w:t>O</w:t>
      </w:r>
      <w:r w:rsidRPr="00841897">
        <w:rPr>
          <w:rFonts w:asciiTheme="majorHAnsi" w:hAnsiTheme="majorHAnsi" w:cstheme="majorHAnsi"/>
          <w:bCs/>
          <w:color w:val="auto"/>
          <w:sz w:val="22"/>
          <w:szCs w:val="22"/>
        </w:rPr>
        <w:t>dgovorna oseba</w:t>
      </w:r>
      <w:r w:rsidR="00AA67E4">
        <w:rPr>
          <w:rFonts w:asciiTheme="majorHAnsi" w:hAnsiTheme="majorHAnsi" w:cstheme="majorHAnsi"/>
          <w:bCs/>
          <w:color w:val="auto"/>
          <w:sz w:val="22"/>
          <w:szCs w:val="22"/>
        </w:rPr>
        <w:t xml:space="preserve"> (podpis)</w:t>
      </w:r>
      <w:r w:rsidR="00B038FA" w:rsidRPr="00841897">
        <w:rPr>
          <w:rFonts w:asciiTheme="majorHAnsi" w:hAnsiTheme="majorHAnsi" w:cstheme="majorHAnsi"/>
          <w:bCs/>
          <w:color w:val="auto"/>
          <w:sz w:val="22"/>
          <w:szCs w:val="22"/>
        </w:rPr>
        <w:t>:</w:t>
      </w:r>
    </w:p>
    <w:p w14:paraId="49A68EBF" w14:textId="77777777" w:rsidR="00FE4581" w:rsidRDefault="00FE4581" w:rsidP="00FE4581">
      <w:pPr>
        <w:pStyle w:val="Default"/>
        <w:spacing w:line="288" w:lineRule="auto"/>
        <w:rPr>
          <w:rFonts w:asciiTheme="majorHAnsi" w:hAnsiTheme="majorHAnsi" w:cstheme="majorHAnsi"/>
          <w:bCs/>
          <w:sz w:val="22"/>
          <w:szCs w:val="22"/>
        </w:rPr>
      </w:pPr>
    </w:p>
    <w:p w14:paraId="6010BAB6" w14:textId="77777777" w:rsidR="00FE4581" w:rsidRDefault="00FE4581" w:rsidP="00FE4581">
      <w:pPr>
        <w:pStyle w:val="Default"/>
        <w:spacing w:line="288" w:lineRule="auto"/>
        <w:rPr>
          <w:rFonts w:asciiTheme="majorHAnsi" w:hAnsiTheme="majorHAnsi" w:cstheme="majorHAnsi"/>
          <w:bCs/>
          <w:sz w:val="22"/>
          <w:szCs w:val="22"/>
        </w:rPr>
      </w:pPr>
    </w:p>
    <w:p w14:paraId="37003405" w14:textId="15BF1EE3" w:rsidR="009D0FE5" w:rsidRPr="00841897" w:rsidRDefault="00B30164" w:rsidP="00FE4581">
      <w:pPr>
        <w:pStyle w:val="Default"/>
        <w:spacing w:line="288" w:lineRule="auto"/>
        <w:ind w:left="2160" w:firstLine="720"/>
        <w:rPr>
          <w:rFonts w:asciiTheme="majorHAnsi" w:hAnsiTheme="majorHAnsi" w:cstheme="majorHAnsi"/>
          <w:bCs/>
          <w:sz w:val="22"/>
          <w:szCs w:val="22"/>
        </w:rPr>
      </w:pPr>
      <w:r w:rsidRPr="00841897">
        <w:rPr>
          <w:rFonts w:asciiTheme="majorHAnsi" w:hAnsiTheme="majorHAnsi" w:cstheme="majorHAnsi"/>
          <w:bCs/>
          <w:sz w:val="22"/>
          <w:szCs w:val="22"/>
        </w:rPr>
        <w:t>Žig</w:t>
      </w:r>
    </w:p>
    <w:sectPr w:rsidR="009D0FE5" w:rsidRPr="00841897" w:rsidSect="009D0FE5">
      <w:headerReference w:type="default" r:id="rId8"/>
      <w:footerReference w:type="default" r:id="rId9"/>
      <w:pgSz w:w="11900" w:h="16840"/>
      <w:pgMar w:top="1669" w:right="1304" w:bottom="1418" w:left="2665" w:header="709" w:footer="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660F9" w14:textId="77777777" w:rsidR="004F361B" w:rsidRDefault="004F361B" w:rsidP="00862C6E">
      <w:r>
        <w:separator/>
      </w:r>
    </w:p>
  </w:endnote>
  <w:endnote w:type="continuationSeparator" w:id="0">
    <w:p w14:paraId="0A6378E9" w14:textId="77777777" w:rsidR="004F361B" w:rsidRDefault="004F361B" w:rsidP="00862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472A5" w14:textId="727F0D10" w:rsidR="00C113EF" w:rsidRDefault="00C113EF" w:rsidP="00C113EF">
    <w:pPr>
      <w:pStyle w:val="Noga"/>
      <w:jc w:val="both"/>
      <w:rPr>
        <w:rFonts w:asciiTheme="minorHAnsi" w:hAnsiTheme="minorHAnsi" w:cstheme="minorHAnsi"/>
        <w:i/>
        <w:iCs/>
        <w:sz w:val="18"/>
        <w:szCs w:val="18"/>
        <w:lang w:val="sl-SI"/>
      </w:rPr>
    </w:pPr>
    <w:bookmarkStart w:id="2" w:name="_Hlk124944054"/>
    <w:r>
      <w:rPr>
        <w:noProof/>
        <w:sz w:val="22"/>
        <w:szCs w:val="22"/>
        <w:lang w:val="sl-SI"/>
      </w:rPr>
      <w:drawing>
        <wp:anchor distT="0" distB="0" distL="114300" distR="114300" simplePos="0" relativeHeight="251667456" behindDoc="1" locked="0" layoutInCell="1" allowOverlap="1" wp14:anchorId="0F251906" wp14:editId="76AFE90C">
          <wp:simplePos x="0" y="0"/>
          <wp:positionH relativeFrom="column">
            <wp:posOffset>2000250</wp:posOffset>
          </wp:positionH>
          <wp:positionV relativeFrom="paragraph">
            <wp:posOffset>-635</wp:posOffset>
          </wp:positionV>
          <wp:extent cx="3143250" cy="806520"/>
          <wp:effectExtent l="0" t="0" r="0" b="0"/>
          <wp:wrapNone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2" name="Slika 33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3250" cy="806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DBC2E6" w14:textId="77777777" w:rsidR="00AA6BB0" w:rsidRDefault="00AA6BB0" w:rsidP="006A2788">
    <w:pPr>
      <w:pStyle w:val="Noga"/>
      <w:ind w:left="-1560"/>
      <w:jc w:val="center"/>
      <w:rPr>
        <w:rFonts w:asciiTheme="minorHAnsi" w:hAnsiTheme="minorHAnsi" w:cstheme="minorHAnsi"/>
        <w:i/>
        <w:iCs/>
        <w:sz w:val="18"/>
        <w:szCs w:val="18"/>
        <w:lang w:val="sl-SI"/>
      </w:rPr>
    </w:pPr>
  </w:p>
  <w:tbl>
    <w:tblPr>
      <w:tblStyle w:val="Tabelamrea"/>
      <w:tblW w:w="5000" w:type="pct"/>
      <w:tblInd w:w="-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44"/>
      <w:gridCol w:w="2643"/>
      <w:gridCol w:w="2644"/>
    </w:tblGrid>
    <w:tr w:rsidR="006A2788" w14:paraId="46581925" w14:textId="77777777" w:rsidTr="006A2788">
      <w:tc>
        <w:tcPr>
          <w:tcW w:w="1666" w:type="pct"/>
        </w:tcPr>
        <w:p w14:paraId="65BDD29C" w14:textId="51D0DDAD" w:rsidR="006A2788" w:rsidRDefault="006A2788" w:rsidP="006A2788">
          <w:pPr>
            <w:pStyle w:val="Noga"/>
            <w:rPr>
              <w:lang w:val="sl-SI"/>
            </w:rPr>
          </w:pPr>
        </w:p>
      </w:tc>
      <w:tc>
        <w:tcPr>
          <w:tcW w:w="1666" w:type="pct"/>
        </w:tcPr>
        <w:p w14:paraId="3E45960B" w14:textId="1DFBCC58" w:rsidR="006A2788" w:rsidRDefault="006A2788" w:rsidP="006A2788">
          <w:pPr>
            <w:pStyle w:val="Noga"/>
            <w:jc w:val="center"/>
            <w:rPr>
              <w:lang w:val="sl-SI"/>
            </w:rPr>
          </w:pPr>
        </w:p>
      </w:tc>
      <w:tc>
        <w:tcPr>
          <w:tcW w:w="1667" w:type="pct"/>
        </w:tcPr>
        <w:p w14:paraId="0E9A0901" w14:textId="5FDAFF71" w:rsidR="006A2788" w:rsidRDefault="006A2788" w:rsidP="006A2788">
          <w:pPr>
            <w:pStyle w:val="Noga"/>
            <w:jc w:val="center"/>
            <w:rPr>
              <w:lang w:val="sl-SI"/>
            </w:rPr>
          </w:pPr>
        </w:p>
      </w:tc>
    </w:tr>
    <w:tr w:rsidR="009D0FE5" w14:paraId="5C9DCB22" w14:textId="77777777" w:rsidTr="006A2788">
      <w:tc>
        <w:tcPr>
          <w:tcW w:w="1666" w:type="pct"/>
        </w:tcPr>
        <w:p w14:paraId="1FB544B8" w14:textId="77777777" w:rsidR="009D0FE5" w:rsidRDefault="009D0FE5" w:rsidP="006A2788">
          <w:pPr>
            <w:pStyle w:val="Noga"/>
            <w:rPr>
              <w:lang w:val="sl-SI"/>
            </w:rPr>
          </w:pPr>
        </w:p>
      </w:tc>
      <w:tc>
        <w:tcPr>
          <w:tcW w:w="1666" w:type="pct"/>
        </w:tcPr>
        <w:p w14:paraId="0819FE85" w14:textId="77777777" w:rsidR="009D0FE5" w:rsidRDefault="009D0FE5" w:rsidP="006A2788">
          <w:pPr>
            <w:pStyle w:val="Noga"/>
            <w:jc w:val="center"/>
            <w:rPr>
              <w:lang w:val="sl-SI"/>
            </w:rPr>
          </w:pPr>
        </w:p>
      </w:tc>
      <w:tc>
        <w:tcPr>
          <w:tcW w:w="1667" w:type="pct"/>
        </w:tcPr>
        <w:p w14:paraId="6845E637" w14:textId="77777777" w:rsidR="009D0FE5" w:rsidRDefault="009D0FE5" w:rsidP="006A2788">
          <w:pPr>
            <w:pStyle w:val="Noga"/>
            <w:jc w:val="center"/>
            <w:rPr>
              <w:lang w:val="sl-SI"/>
            </w:rPr>
          </w:pPr>
        </w:p>
      </w:tc>
    </w:tr>
    <w:tr w:rsidR="009D0FE5" w14:paraId="2888F957" w14:textId="77777777" w:rsidTr="006A2788">
      <w:tc>
        <w:tcPr>
          <w:tcW w:w="1666" w:type="pct"/>
        </w:tcPr>
        <w:p w14:paraId="62E322E7" w14:textId="77777777" w:rsidR="009D0FE5" w:rsidRDefault="009D0FE5" w:rsidP="006A2788">
          <w:pPr>
            <w:pStyle w:val="Noga"/>
            <w:rPr>
              <w:lang w:val="sl-SI"/>
            </w:rPr>
          </w:pPr>
        </w:p>
      </w:tc>
      <w:tc>
        <w:tcPr>
          <w:tcW w:w="1666" w:type="pct"/>
        </w:tcPr>
        <w:p w14:paraId="3EBED7D4" w14:textId="77777777" w:rsidR="009D0FE5" w:rsidRDefault="009D0FE5" w:rsidP="006A2788">
          <w:pPr>
            <w:pStyle w:val="Noga"/>
            <w:jc w:val="center"/>
            <w:rPr>
              <w:lang w:val="sl-SI"/>
            </w:rPr>
          </w:pPr>
        </w:p>
      </w:tc>
      <w:tc>
        <w:tcPr>
          <w:tcW w:w="1667" w:type="pct"/>
        </w:tcPr>
        <w:p w14:paraId="3A6AA6AC" w14:textId="77777777" w:rsidR="009D0FE5" w:rsidRDefault="009D0FE5" w:rsidP="006A2788">
          <w:pPr>
            <w:pStyle w:val="Noga"/>
            <w:jc w:val="center"/>
            <w:rPr>
              <w:lang w:val="sl-SI"/>
            </w:rPr>
          </w:pPr>
        </w:p>
      </w:tc>
    </w:tr>
  </w:tbl>
  <w:p w14:paraId="252678C4" w14:textId="77777777" w:rsidR="006A2788" w:rsidRPr="00E74BE6" w:rsidRDefault="006A2788" w:rsidP="006A2788">
    <w:pPr>
      <w:pStyle w:val="Noga"/>
      <w:rPr>
        <w:lang w:val="sl-SI"/>
      </w:rPr>
    </w:pPr>
  </w:p>
  <w:bookmarkEnd w:id="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9A901" w14:textId="77777777" w:rsidR="004F361B" w:rsidRDefault="004F361B" w:rsidP="00862C6E">
      <w:r>
        <w:separator/>
      </w:r>
    </w:p>
  </w:footnote>
  <w:footnote w:type="continuationSeparator" w:id="0">
    <w:p w14:paraId="68A94651" w14:textId="77777777" w:rsidR="004F361B" w:rsidRDefault="004F361B" w:rsidP="00862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214B" w14:textId="0CAEB079" w:rsidR="00D94998" w:rsidRPr="00AA6BB0" w:rsidRDefault="00C113EF" w:rsidP="00AA6BB0">
    <w:pPr>
      <w:pStyle w:val="Glava"/>
    </w:pPr>
    <w:r>
      <w:rPr>
        <w:noProof/>
        <w:sz w:val="22"/>
        <w:szCs w:val="22"/>
        <w:lang w:val="sl-SI"/>
      </w:rPr>
      <w:drawing>
        <wp:anchor distT="0" distB="0" distL="114300" distR="114300" simplePos="0" relativeHeight="251669504" behindDoc="1" locked="0" layoutInCell="1" allowOverlap="1" wp14:anchorId="24B4D41F" wp14:editId="29EA310F">
          <wp:simplePos x="0" y="0"/>
          <wp:positionH relativeFrom="column">
            <wp:posOffset>-133350</wp:posOffset>
          </wp:positionH>
          <wp:positionV relativeFrom="paragraph">
            <wp:posOffset>-86360</wp:posOffset>
          </wp:positionV>
          <wp:extent cx="2285031" cy="669925"/>
          <wp:effectExtent l="0" t="0" r="0" b="0"/>
          <wp:wrapNone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5031" cy="669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645C9"/>
    <w:multiLevelType w:val="hybridMultilevel"/>
    <w:tmpl w:val="56CAFA02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D1D30"/>
    <w:multiLevelType w:val="hybridMultilevel"/>
    <w:tmpl w:val="E7A8DEA6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167DE"/>
    <w:multiLevelType w:val="hybridMultilevel"/>
    <w:tmpl w:val="D9EA9BFC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E7B54"/>
    <w:multiLevelType w:val="hybridMultilevel"/>
    <w:tmpl w:val="35C4EF34"/>
    <w:lvl w:ilvl="0" w:tplc="E898D06C">
      <w:start w:val="1000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7624A9"/>
    <w:multiLevelType w:val="hybridMultilevel"/>
    <w:tmpl w:val="0488143C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97EBD"/>
    <w:multiLevelType w:val="hybridMultilevel"/>
    <w:tmpl w:val="CEEA8764"/>
    <w:lvl w:ilvl="0" w:tplc="B658F3A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E3213"/>
    <w:multiLevelType w:val="hybridMultilevel"/>
    <w:tmpl w:val="57E8BF82"/>
    <w:lvl w:ilvl="0" w:tplc="E898D06C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0MLc0MDUytrQwMzJQ0lEKTi0uzszPAykwrwUA1xdS5SwAAAA="/>
  </w:docVars>
  <w:rsids>
    <w:rsidRoot w:val="003D5C14"/>
    <w:rsid w:val="00051B4A"/>
    <w:rsid w:val="000549F9"/>
    <w:rsid w:val="000648B7"/>
    <w:rsid w:val="000919AF"/>
    <w:rsid w:val="00095F55"/>
    <w:rsid w:val="000B2F05"/>
    <w:rsid w:val="000B55F7"/>
    <w:rsid w:val="000C6525"/>
    <w:rsid w:val="000C7545"/>
    <w:rsid w:val="000F4A1D"/>
    <w:rsid w:val="00110167"/>
    <w:rsid w:val="00116AB7"/>
    <w:rsid w:val="00136C39"/>
    <w:rsid w:val="001413A6"/>
    <w:rsid w:val="00156498"/>
    <w:rsid w:val="00187975"/>
    <w:rsid w:val="001A57CE"/>
    <w:rsid w:val="001B3533"/>
    <w:rsid w:val="00215476"/>
    <w:rsid w:val="00280A74"/>
    <w:rsid w:val="00286B25"/>
    <w:rsid w:val="002A108E"/>
    <w:rsid w:val="002A4BB8"/>
    <w:rsid w:val="002B7DA4"/>
    <w:rsid w:val="002C34C8"/>
    <w:rsid w:val="002C665C"/>
    <w:rsid w:val="002C67B9"/>
    <w:rsid w:val="002D18E6"/>
    <w:rsid w:val="002E168E"/>
    <w:rsid w:val="00321116"/>
    <w:rsid w:val="00372D4B"/>
    <w:rsid w:val="003828B4"/>
    <w:rsid w:val="00394948"/>
    <w:rsid w:val="0039770A"/>
    <w:rsid w:val="003A0030"/>
    <w:rsid w:val="003A7112"/>
    <w:rsid w:val="003D5C14"/>
    <w:rsid w:val="003D7CB1"/>
    <w:rsid w:val="003F4F5F"/>
    <w:rsid w:val="0040674B"/>
    <w:rsid w:val="00410293"/>
    <w:rsid w:val="004102E1"/>
    <w:rsid w:val="00415294"/>
    <w:rsid w:val="004276DB"/>
    <w:rsid w:val="00447C6A"/>
    <w:rsid w:val="0045358F"/>
    <w:rsid w:val="00461A9A"/>
    <w:rsid w:val="00463B90"/>
    <w:rsid w:val="00492189"/>
    <w:rsid w:val="004B4E1F"/>
    <w:rsid w:val="004F361B"/>
    <w:rsid w:val="0050028C"/>
    <w:rsid w:val="0050654F"/>
    <w:rsid w:val="00506B76"/>
    <w:rsid w:val="00514B8D"/>
    <w:rsid w:val="00554125"/>
    <w:rsid w:val="00556426"/>
    <w:rsid w:val="00577DC6"/>
    <w:rsid w:val="005A3023"/>
    <w:rsid w:val="005A31C4"/>
    <w:rsid w:val="005B1704"/>
    <w:rsid w:val="005E21F2"/>
    <w:rsid w:val="005F0D1A"/>
    <w:rsid w:val="00603A0A"/>
    <w:rsid w:val="0060707B"/>
    <w:rsid w:val="00624D20"/>
    <w:rsid w:val="0062541C"/>
    <w:rsid w:val="00643A20"/>
    <w:rsid w:val="006473AB"/>
    <w:rsid w:val="00684A87"/>
    <w:rsid w:val="006A2788"/>
    <w:rsid w:val="006A4456"/>
    <w:rsid w:val="006B2580"/>
    <w:rsid w:val="006B5253"/>
    <w:rsid w:val="006B52D6"/>
    <w:rsid w:val="006C227E"/>
    <w:rsid w:val="006F3A62"/>
    <w:rsid w:val="00737030"/>
    <w:rsid w:val="007513B1"/>
    <w:rsid w:val="00793B9E"/>
    <w:rsid w:val="0079684F"/>
    <w:rsid w:val="007A7757"/>
    <w:rsid w:val="007B1678"/>
    <w:rsid w:val="007B69EE"/>
    <w:rsid w:val="007C0FC8"/>
    <w:rsid w:val="007D0899"/>
    <w:rsid w:val="008002FA"/>
    <w:rsid w:val="0081057F"/>
    <w:rsid w:val="00826DB7"/>
    <w:rsid w:val="00832A98"/>
    <w:rsid w:val="00841897"/>
    <w:rsid w:val="00844414"/>
    <w:rsid w:val="00850EE3"/>
    <w:rsid w:val="00862C6E"/>
    <w:rsid w:val="00875620"/>
    <w:rsid w:val="00877A34"/>
    <w:rsid w:val="008C2217"/>
    <w:rsid w:val="008C33F7"/>
    <w:rsid w:val="008D0761"/>
    <w:rsid w:val="008E1B59"/>
    <w:rsid w:val="008F216C"/>
    <w:rsid w:val="00917D2E"/>
    <w:rsid w:val="00956C21"/>
    <w:rsid w:val="00964218"/>
    <w:rsid w:val="00991527"/>
    <w:rsid w:val="009A1919"/>
    <w:rsid w:val="009A2893"/>
    <w:rsid w:val="009B19AE"/>
    <w:rsid w:val="009D0FE5"/>
    <w:rsid w:val="009E310A"/>
    <w:rsid w:val="00A032E2"/>
    <w:rsid w:val="00A31BEA"/>
    <w:rsid w:val="00A5489A"/>
    <w:rsid w:val="00A55A9B"/>
    <w:rsid w:val="00A57A0B"/>
    <w:rsid w:val="00A66781"/>
    <w:rsid w:val="00AA0C29"/>
    <w:rsid w:val="00AA67E4"/>
    <w:rsid w:val="00AA6BB0"/>
    <w:rsid w:val="00AB15B3"/>
    <w:rsid w:val="00AC2F38"/>
    <w:rsid w:val="00AE38A7"/>
    <w:rsid w:val="00AE7168"/>
    <w:rsid w:val="00B038FA"/>
    <w:rsid w:val="00B07D4C"/>
    <w:rsid w:val="00B10E9E"/>
    <w:rsid w:val="00B1100C"/>
    <w:rsid w:val="00B13B73"/>
    <w:rsid w:val="00B24FBA"/>
    <w:rsid w:val="00B30164"/>
    <w:rsid w:val="00B74F22"/>
    <w:rsid w:val="00B81CAB"/>
    <w:rsid w:val="00B925BF"/>
    <w:rsid w:val="00B967E3"/>
    <w:rsid w:val="00BA12F5"/>
    <w:rsid w:val="00BC65F2"/>
    <w:rsid w:val="00BE352A"/>
    <w:rsid w:val="00BF0E48"/>
    <w:rsid w:val="00BF433C"/>
    <w:rsid w:val="00C113EF"/>
    <w:rsid w:val="00C327B8"/>
    <w:rsid w:val="00C358F5"/>
    <w:rsid w:val="00C37F0E"/>
    <w:rsid w:val="00C4436E"/>
    <w:rsid w:val="00C64347"/>
    <w:rsid w:val="00C71BFC"/>
    <w:rsid w:val="00C74DFD"/>
    <w:rsid w:val="00CC7286"/>
    <w:rsid w:val="00CE1920"/>
    <w:rsid w:val="00D0206F"/>
    <w:rsid w:val="00D04363"/>
    <w:rsid w:val="00D127C8"/>
    <w:rsid w:val="00D1301C"/>
    <w:rsid w:val="00D428C8"/>
    <w:rsid w:val="00D90C24"/>
    <w:rsid w:val="00D92257"/>
    <w:rsid w:val="00D94998"/>
    <w:rsid w:val="00DA76D7"/>
    <w:rsid w:val="00DC3B38"/>
    <w:rsid w:val="00DC5981"/>
    <w:rsid w:val="00DD3EBE"/>
    <w:rsid w:val="00E159E4"/>
    <w:rsid w:val="00E36514"/>
    <w:rsid w:val="00E94C94"/>
    <w:rsid w:val="00EB099C"/>
    <w:rsid w:val="00EB0A59"/>
    <w:rsid w:val="00EB293B"/>
    <w:rsid w:val="00EC19C3"/>
    <w:rsid w:val="00EE1A88"/>
    <w:rsid w:val="00EF1118"/>
    <w:rsid w:val="00F02F14"/>
    <w:rsid w:val="00F4078C"/>
    <w:rsid w:val="00FD529E"/>
    <w:rsid w:val="00FE4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7CAE3A3"/>
  <w15:chartTrackingRefBased/>
  <w15:docId w15:val="{CB0E9DF6-7C2F-CE40-A631-95907DAC3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62C6E"/>
    <w:rPr>
      <w:sz w:val="24"/>
      <w:szCs w:val="24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GlavaZnak">
    <w:name w:val="Glava Znak"/>
    <w:basedOn w:val="Privzetapisavaodstavka"/>
    <w:link w:val="Glava"/>
    <w:uiPriority w:val="99"/>
    <w:rsid w:val="00862C6E"/>
  </w:style>
  <w:style w:type="paragraph" w:styleId="Noga">
    <w:name w:val="footer"/>
    <w:basedOn w:val="Navaden"/>
    <w:link w:val="Nog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NogaZnak">
    <w:name w:val="Noga Znak"/>
    <w:basedOn w:val="Privzetapisavaodstavka"/>
    <w:link w:val="Noga"/>
    <w:uiPriority w:val="99"/>
    <w:rsid w:val="00862C6E"/>
  </w:style>
  <w:style w:type="paragraph" w:customStyle="1" w:styleId="Default">
    <w:name w:val="Default"/>
    <w:rsid w:val="004B4E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elamrea">
    <w:name w:val="Table Grid"/>
    <w:basedOn w:val="Navadnatabela"/>
    <w:uiPriority w:val="39"/>
    <w:rsid w:val="00D02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39770A"/>
    <w:pPr>
      <w:spacing w:line="276" w:lineRule="auto"/>
      <w:ind w:left="720"/>
      <w:jc w:val="both"/>
    </w:pPr>
    <w:rPr>
      <w:sz w:val="22"/>
      <w:szCs w:val="22"/>
      <w:lang w:val="sl-SI"/>
    </w:rPr>
  </w:style>
  <w:style w:type="character" w:styleId="Hiperpovezava">
    <w:name w:val="Hyperlink"/>
    <w:basedOn w:val="Privzetapisavaodstavka"/>
    <w:uiPriority w:val="99"/>
    <w:unhideWhenUsed/>
    <w:rsid w:val="00841897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8418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7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z\Desktop\03_SPOT_svetovanje_RS_E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03_SPOT_svetovanje_RS_EU</Template>
  <TotalTime>0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Tomaz</dc:creator>
  <cp:keywords/>
  <cp:lastModifiedBy>Nataša Kocjančič</cp:lastModifiedBy>
  <cp:revision>2</cp:revision>
  <cp:lastPrinted>2019-06-28T12:49:00Z</cp:lastPrinted>
  <dcterms:created xsi:type="dcterms:W3CDTF">2025-08-25T13:29:00Z</dcterms:created>
  <dcterms:modified xsi:type="dcterms:W3CDTF">2025-08-25T13:29:00Z</dcterms:modified>
</cp:coreProperties>
</file>